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18AD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7176DE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E05264" w14:textId="38F10AC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47356" w:rsidRPr="003F4539">
        <w:rPr>
          <w:rFonts w:ascii="Corbel" w:hAnsi="Corbel"/>
          <w:b/>
          <w:i/>
          <w:smallCaps/>
          <w:sz w:val="24"/>
          <w:szCs w:val="24"/>
        </w:rPr>
        <w:t>202</w:t>
      </w:r>
      <w:r w:rsidR="000C606A">
        <w:rPr>
          <w:rFonts w:ascii="Corbel" w:hAnsi="Corbel"/>
          <w:b/>
          <w:i/>
          <w:smallCaps/>
          <w:sz w:val="24"/>
          <w:szCs w:val="24"/>
        </w:rPr>
        <w:t>2</w:t>
      </w:r>
      <w:r w:rsidR="00247356" w:rsidRPr="003F4539">
        <w:rPr>
          <w:rFonts w:ascii="Corbel" w:hAnsi="Corbel"/>
          <w:b/>
          <w:i/>
          <w:smallCaps/>
          <w:sz w:val="24"/>
          <w:szCs w:val="24"/>
        </w:rPr>
        <w:t>-202</w:t>
      </w:r>
      <w:r w:rsidR="000C606A">
        <w:rPr>
          <w:rFonts w:ascii="Corbel" w:hAnsi="Corbel"/>
          <w:b/>
          <w:i/>
          <w:smallCaps/>
          <w:sz w:val="24"/>
          <w:szCs w:val="24"/>
        </w:rPr>
        <w:t>5</w:t>
      </w:r>
      <w:bookmarkStart w:id="0" w:name="_GoBack"/>
      <w:bookmarkEnd w:id="0"/>
    </w:p>
    <w:p w14:paraId="00C5C2D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DD1476A" w14:textId="41AC7350" w:rsidR="00445970" w:rsidRPr="003F4539" w:rsidRDefault="003F4539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3F4539">
        <w:rPr>
          <w:rFonts w:ascii="Corbel" w:hAnsi="Corbel"/>
          <w:b/>
          <w:sz w:val="20"/>
          <w:szCs w:val="20"/>
        </w:rPr>
        <w:t xml:space="preserve">Rok akademicki </w:t>
      </w:r>
      <w:r w:rsidR="00DA4EBE" w:rsidRPr="003F4539">
        <w:rPr>
          <w:rFonts w:ascii="Corbel" w:hAnsi="Corbel"/>
          <w:b/>
          <w:sz w:val="20"/>
          <w:szCs w:val="20"/>
        </w:rPr>
        <w:t>20</w:t>
      </w:r>
      <w:r w:rsidR="00247356" w:rsidRPr="003F4539">
        <w:rPr>
          <w:rFonts w:ascii="Corbel" w:hAnsi="Corbel"/>
          <w:b/>
          <w:sz w:val="20"/>
          <w:szCs w:val="20"/>
        </w:rPr>
        <w:t>2</w:t>
      </w:r>
      <w:r w:rsidR="000C606A">
        <w:rPr>
          <w:rFonts w:ascii="Corbel" w:hAnsi="Corbel"/>
          <w:b/>
          <w:sz w:val="20"/>
          <w:szCs w:val="20"/>
        </w:rPr>
        <w:t>3</w:t>
      </w:r>
      <w:r w:rsidR="00DA4EBE" w:rsidRPr="003F4539">
        <w:rPr>
          <w:rFonts w:ascii="Corbel" w:hAnsi="Corbel"/>
          <w:b/>
          <w:sz w:val="20"/>
          <w:szCs w:val="20"/>
        </w:rPr>
        <w:t>/202</w:t>
      </w:r>
      <w:r w:rsidR="000C606A">
        <w:rPr>
          <w:rFonts w:ascii="Corbel" w:hAnsi="Corbel"/>
          <w:b/>
          <w:sz w:val="20"/>
          <w:szCs w:val="20"/>
        </w:rPr>
        <w:t>4</w:t>
      </w:r>
    </w:p>
    <w:p w14:paraId="20AD910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DA10D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EBD12FB" w14:textId="77777777" w:rsidTr="00B819C8">
        <w:tc>
          <w:tcPr>
            <w:tcW w:w="2694" w:type="dxa"/>
            <w:vAlign w:val="center"/>
          </w:tcPr>
          <w:p w14:paraId="669AAE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331BC4" w14:textId="77777777" w:rsidR="0085747A" w:rsidRPr="003F4539" w:rsidRDefault="00EB6F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F4539">
              <w:rPr>
                <w:rFonts w:ascii="Corbel" w:hAnsi="Corbel"/>
                <w:sz w:val="24"/>
                <w:szCs w:val="24"/>
              </w:rPr>
              <w:t>Psychologia kliniczna</w:t>
            </w:r>
          </w:p>
        </w:tc>
      </w:tr>
      <w:tr w:rsidR="0085747A" w:rsidRPr="009C54AE" w14:paraId="64BDB96B" w14:textId="77777777" w:rsidTr="00B819C8">
        <w:tc>
          <w:tcPr>
            <w:tcW w:w="2694" w:type="dxa"/>
            <w:vAlign w:val="center"/>
          </w:tcPr>
          <w:p w14:paraId="168E0CC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8D608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65E57DF" w14:textId="77777777" w:rsidTr="00B819C8">
        <w:tc>
          <w:tcPr>
            <w:tcW w:w="2694" w:type="dxa"/>
            <w:vAlign w:val="center"/>
          </w:tcPr>
          <w:p w14:paraId="5D7F208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110A387" w14:textId="7FB1AD9D" w:rsidR="0085747A" w:rsidRPr="009C54AE" w:rsidRDefault="009220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20A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28BD159" w14:textId="77777777" w:rsidTr="00B819C8">
        <w:tc>
          <w:tcPr>
            <w:tcW w:w="2694" w:type="dxa"/>
            <w:vAlign w:val="center"/>
          </w:tcPr>
          <w:p w14:paraId="0C5DDA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8709B3" w14:textId="75AB813F" w:rsidR="0085747A" w:rsidRPr="009C54AE" w:rsidRDefault="000C606A" w:rsidP="006866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85747A" w:rsidRPr="009C54AE" w14:paraId="42786CF0" w14:textId="77777777" w:rsidTr="00B819C8">
        <w:tc>
          <w:tcPr>
            <w:tcW w:w="2694" w:type="dxa"/>
            <w:vAlign w:val="center"/>
          </w:tcPr>
          <w:p w14:paraId="28EB1B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88D5A1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14:paraId="672A43E4" w14:textId="77777777" w:rsidTr="00B819C8">
        <w:tc>
          <w:tcPr>
            <w:tcW w:w="2694" w:type="dxa"/>
            <w:vAlign w:val="center"/>
          </w:tcPr>
          <w:p w14:paraId="20F7F8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107A22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27897BF" w14:textId="77777777" w:rsidTr="00B819C8">
        <w:tc>
          <w:tcPr>
            <w:tcW w:w="2694" w:type="dxa"/>
            <w:vAlign w:val="center"/>
          </w:tcPr>
          <w:p w14:paraId="5B7B5D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D19CC9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237D8091" w14:textId="77777777" w:rsidTr="00B819C8">
        <w:tc>
          <w:tcPr>
            <w:tcW w:w="2694" w:type="dxa"/>
            <w:vAlign w:val="center"/>
          </w:tcPr>
          <w:p w14:paraId="776254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4606BF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943271C" w14:textId="77777777" w:rsidTr="00B819C8">
        <w:tc>
          <w:tcPr>
            <w:tcW w:w="2694" w:type="dxa"/>
            <w:vAlign w:val="center"/>
          </w:tcPr>
          <w:p w14:paraId="20B9F0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4B3BD5" w14:textId="77777777" w:rsidR="0085747A" w:rsidRPr="003F4539" w:rsidRDefault="00884B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F4539">
              <w:rPr>
                <w:rFonts w:ascii="Corbel" w:hAnsi="Corbel"/>
                <w:sz w:val="24"/>
                <w:szCs w:val="24"/>
              </w:rPr>
              <w:t>Rok 2, semestr 4</w:t>
            </w:r>
          </w:p>
        </w:tc>
      </w:tr>
      <w:tr w:rsidR="0085747A" w:rsidRPr="009C54AE" w14:paraId="3E462D36" w14:textId="77777777" w:rsidTr="00B819C8">
        <w:tc>
          <w:tcPr>
            <w:tcW w:w="2694" w:type="dxa"/>
            <w:vAlign w:val="center"/>
          </w:tcPr>
          <w:p w14:paraId="404010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CB81F9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kierunkowe</w:t>
            </w:r>
          </w:p>
        </w:tc>
      </w:tr>
      <w:tr w:rsidR="00923D7D" w:rsidRPr="009C54AE" w14:paraId="49FFB093" w14:textId="77777777" w:rsidTr="00B819C8">
        <w:tc>
          <w:tcPr>
            <w:tcW w:w="2694" w:type="dxa"/>
            <w:vAlign w:val="center"/>
          </w:tcPr>
          <w:p w14:paraId="25413EE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179017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07D8FCF" w14:textId="77777777" w:rsidTr="00B819C8">
        <w:tc>
          <w:tcPr>
            <w:tcW w:w="2694" w:type="dxa"/>
            <w:vAlign w:val="center"/>
          </w:tcPr>
          <w:p w14:paraId="7125D8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F59C64" w14:textId="77777777" w:rsidR="0085747A" w:rsidRPr="009C54AE" w:rsidRDefault="006118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Jacek Pasternak</w:t>
            </w:r>
          </w:p>
        </w:tc>
      </w:tr>
      <w:tr w:rsidR="0085747A" w:rsidRPr="009C54AE" w14:paraId="5C046358" w14:textId="77777777" w:rsidTr="00B819C8">
        <w:tc>
          <w:tcPr>
            <w:tcW w:w="2694" w:type="dxa"/>
            <w:vAlign w:val="center"/>
          </w:tcPr>
          <w:p w14:paraId="3C02A5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9DC7BC" w14:textId="3B59490B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F63FDF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A129BC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EF4A8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0C0FF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53EF09" w14:textId="77777777" w:rsidTr="003F453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C48AB" w14:textId="77777777" w:rsidR="00015B8F" w:rsidRDefault="00015B8F" w:rsidP="003F453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0CCA33" w14:textId="77777777" w:rsidR="00015B8F" w:rsidRPr="009C54AE" w:rsidRDefault="002B5EA0" w:rsidP="003F453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5C698" w14:textId="77777777" w:rsidR="00015B8F" w:rsidRPr="009C54AE" w:rsidRDefault="00015B8F" w:rsidP="003F453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07450" w14:textId="77777777" w:rsidR="00015B8F" w:rsidRPr="009C54AE" w:rsidRDefault="00015B8F" w:rsidP="003F453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D24A" w14:textId="77777777" w:rsidR="00015B8F" w:rsidRPr="009C54AE" w:rsidRDefault="00015B8F" w:rsidP="003F453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247B0" w14:textId="77777777" w:rsidR="00015B8F" w:rsidRPr="009C54AE" w:rsidRDefault="00015B8F" w:rsidP="003F453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E681" w14:textId="77777777" w:rsidR="00015B8F" w:rsidRPr="009C54AE" w:rsidRDefault="00015B8F" w:rsidP="003F453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BCC36" w14:textId="77777777" w:rsidR="00015B8F" w:rsidRPr="009C54AE" w:rsidRDefault="00015B8F" w:rsidP="003F453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61C4A" w14:textId="77777777" w:rsidR="00015B8F" w:rsidRPr="009C54AE" w:rsidRDefault="00015B8F" w:rsidP="003F453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83992" w14:textId="77777777" w:rsidR="00015B8F" w:rsidRPr="009C54AE" w:rsidRDefault="00015B8F" w:rsidP="003F453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56518" w14:textId="77777777" w:rsidR="00015B8F" w:rsidRPr="009C54AE" w:rsidRDefault="00015B8F" w:rsidP="003F453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FCC5F0" w14:textId="77777777" w:rsidTr="003F453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5F149" w14:textId="77777777" w:rsidR="00015B8F" w:rsidRPr="009C54AE" w:rsidRDefault="00884B8A" w:rsidP="003F45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62CCE" w14:textId="77777777" w:rsidR="00015B8F" w:rsidRPr="009C54AE" w:rsidRDefault="00884B8A" w:rsidP="003F45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7F8D" w14:textId="77777777" w:rsidR="00015B8F" w:rsidRPr="009C54AE" w:rsidRDefault="00884B8A" w:rsidP="003F45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1E36" w14:textId="77777777" w:rsidR="00015B8F" w:rsidRPr="009C54AE" w:rsidRDefault="00015B8F" w:rsidP="003F45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DD39" w14:textId="77777777" w:rsidR="00015B8F" w:rsidRPr="009C54AE" w:rsidRDefault="00015B8F" w:rsidP="003F45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9CB37" w14:textId="77777777" w:rsidR="00015B8F" w:rsidRPr="009C54AE" w:rsidRDefault="00015B8F" w:rsidP="003F45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5F264" w14:textId="77777777" w:rsidR="00015B8F" w:rsidRPr="009C54AE" w:rsidRDefault="00015B8F" w:rsidP="003F45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D85E" w14:textId="77777777" w:rsidR="00015B8F" w:rsidRPr="009C54AE" w:rsidRDefault="00015B8F" w:rsidP="003F45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7985" w14:textId="77777777" w:rsidR="00015B8F" w:rsidRPr="009C54AE" w:rsidRDefault="00015B8F" w:rsidP="003F45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C853" w14:textId="77777777" w:rsidR="00015B8F" w:rsidRPr="009C54AE" w:rsidRDefault="00884B8A" w:rsidP="003F45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306218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D4197D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6B759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8BE5B1" w14:textId="77777777"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AF7B97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C925E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367F4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BD0827" w14:textId="0DFAF9AD" w:rsidR="009C54AE" w:rsidRDefault="00E36A6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15EE9FB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71869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19A83E" w14:textId="77777777" w:rsidTr="00745302">
        <w:tc>
          <w:tcPr>
            <w:tcW w:w="9670" w:type="dxa"/>
          </w:tcPr>
          <w:p w14:paraId="2E759D20" w14:textId="45D4DB31" w:rsidR="0085747A" w:rsidRPr="009C54AE" w:rsidRDefault="00057B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pedagogiki, psychologii ogólnej, psychologii rozwojowej</w:t>
            </w:r>
          </w:p>
        </w:tc>
      </w:tr>
    </w:tbl>
    <w:p w14:paraId="005847A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C10E7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547A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E438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70634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85CAB0B" w14:textId="77777777" w:rsidTr="00923D7D">
        <w:tc>
          <w:tcPr>
            <w:tcW w:w="851" w:type="dxa"/>
            <w:vAlign w:val="center"/>
          </w:tcPr>
          <w:p w14:paraId="609EB76C" w14:textId="77777777" w:rsidR="0085747A" w:rsidRPr="009C54AE" w:rsidRDefault="0085747A" w:rsidP="008D5FE2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51A12DB" w14:textId="77777777" w:rsidR="00057B48" w:rsidRPr="008D5FE2" w:rsidRDefault="00057B48" w:rsidP="008D5FE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>Zapoznanie studenta z podstawowymi zagadnieniami psychologii klinicznej,</w:t>
            </w:r>
          </w:p>
          <w:p w14:paraId="43EF8F63" w14:textId="35CF9F11" w:rsidR="0085747A" w:rsidRPr="008D5FE2" w:rsidRDefault="00057B48" w:rsidP="008D5FE2">
            <w:pPr>
              <w:pStyle w:val="Podpunkty"/>
              <w:spacing w:line="276" w:lineRule="auto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5FE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przyczynami i objawami zaburzeń psychicznych </w:t>
            </w:r>
            <w:r w:rsidR="008F5CC6" w:rsidRPr="008D5FE2">
              <w:rPr>
                <w:rFonts w:ascii="Corbel" w:hAnsi="Corbel"/>
                <w:b w:val="0"/>
                <w:bCs/>
                <w:sz w:val="24"/>
                <w:szCs w:val="24"/>
              </w:rPr>
              <w:t>oraz</w:t>
            </w:r>
            <w:r w:rsidRPr="008D5FE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zaburzeń zachowania</w:t>
            </w:r>
          </w:p>
        </w:tc>
      </w:tr>
      <w:tr w:rsidR="0085747A" w:rsidRPr="009C54AE" w14:paraId="31C1D001" w14:textId="77777777" w:rsidTr="00923D7D">
        <w:tc>
          <w:tcPr>
            <w:tcW w:w="851" w:type="dxa"/>
            <w:vAlign w:val="center"/>
          </w:tcPr>
          <w:p w14:paraId="761ABC47" w14:textId="28495D4B" w:rsidR="0085747A" w:rsidRPr="009C54AE" w:rsidRDefault="00057B48" w:rsidP="008D5FE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B5F696" w14:textId="2D4676C9" w:rsidR="0085747A" w:rsidRPr="008D5FE2" w:rsidRDefault="00273E15" w:rsidP="008D5FE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 xml:space="preserve">Kształtowanie podstawowych umiejętności w zakresie </w:t>
            </w:r>
            <w:r w:rsidR="006A446A" w:rsidRPr="008D5FE2">
              <w:rPr>
                <w:rFonts w:ascii="Corbel" w:hAnsi="Corbel"/>
                <w:sz w:val="24"/>
                <w:szCs w:val="24"/>
              </w:rPr>
              <w:t xml:space="preserve">rozpoznawania i </w:t>
            </w:r>
            <w:r w:rsidRPr="008D5FE2">
              <w:rPr>
                <w:rFonts w:ascii="Corbel" w:hAnsi="Corbel"/>
                <w:sz w:val="24"/>
                <w:szCs w:val="24"/>
              </w:rPr>
              <w:t>rozumienia kontekstu powstawania zaburzeń psychicznych i za</w:t>
            </w:r>
            <w:r w:rsidR="006A446A" w:rsidRPr="008D5FE2">
              <w:rPr>
                <w:rFonts w:ascii="Corbel" w:hAnsi="Corbel"/>
                <w:sz w:val="24"/>
                <w:szCs w:val="24"/>
              </w:rPr>
              <w:t>chowania</w:t>
            </w:r>
            <w:r w:rsidRPr="008D5FE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22A99999" w14:textId="77777777" w:rsidTr="00923D7D">
        <w:tc>
          <w:tcPr>
            <w:tcW w:w="851" w:type="dxa"/>
            <w:vAlign w:val="center"/>
          </w:tcPr>
          <w:p w14:paraId="73558569" w14:textId="2FFFB165" w:rsidR="0085747A" w:rsidRPr="009C54AE" w:rsidRDefault="0085747A" w:rsidP="008D5FE2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57B4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2EBFF30" w14:textId="5057ACA8" w:rsidR="0085747A" w:rsidRPr="008D5FE2" w:rsidRDefault="007D628A" w:rsidP="008D5FE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>Kształtowanie podstawowych umiejętności w zakresie: udzielania pomocy w formie odpowiednich interwencji terapeutyczno</w:t>
            </w:r>
            <w:r w:rsidR="008D5FE2" w:rsidRPr="008D5FE2">
              <w:rPr>
                <w:rFonts w:ascii="Corbel" w:hAnsi="Corbel"/>
                <w:sz w:val="24"/>
                <w:szCs w:val="24"/>
              </w:rPr>
              <w:t>-</w:t>
            </w:r>
            <w:r w:rsidRPr="008D5FE2">
              <w:rPr>
                <w:rFonts w:ascii="Corbel" w:hAnsi="Corbel"/>
                <w:sz w:val="24"/>
                <w:szCs w:val="24"/>
              </w:rPr>
              <w:t>wychowawczych, współpracy z rodzicami i specjalistami</w:t>
            </w:r>
          </w:p>
        </w:tc>
      </w:tr>
    </w:tbl>
    <w:p w14:paraId="5F764F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C7A3C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0F1F5D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4A696D2" w14:textId="77777777" w:rsidTr="004D3BA0">
        <w:tc>
          <w:tcPr>
            <w:tcW w:w="1680" w:type="dxa"/>
            <w:vAlign w:val="center"/>
          </w:tcPr>
          <w:p w14:paraId="7D704EA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88572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2835D7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6E2C9E" w14:textId="77777777" w:rsidTr="004D3BA0">
        <w:tc>
          <w:tcPr>
            <w:tcW w:w="1680" w:type="dxa"/>
          </w:tcPr>
          <w:p w14:paraId="15F4CD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6B741892" w14:textId="4ABE2503" w:rsidR="0085747A" w:rsidRPr="00E75CA0" w:rsidRDefault="00E75CA0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Przedstawi podmiotowe i metodologiczne powiązania wiedzy z zakresu nauk o rodzinie z psychologią kliniczną</w:t>
            </w:r>
          </w:p>
        </w:tc>
        <w:tc>
          <w:tcPr>
            <w:tcW w:w="1865" w:type="dxa"/>
          </w:tcPr>
          <w:p w14:paraId="5FDF9BF0" w14:textId="3145484E" w:rsidR="0085747A" w:rsidRPr="00E75CA0" w:rsidRDefault="00E75CA0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5CA0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</w:tc>
      </w:tr>
      <w:tr w:rsidR="0085747A" w:rsidRPr="009C54AE" w14:paraId="6F0C9B67" w14:textId="77777777" w:rsidTr="004D3BA0">
        <w:tc>
          <w:tcPr>
            <w:tcW w:w="1680" w:type="dxa"/>
          </w:tcPr>
          <w:p w14:paraId="3DB268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05F5B01" w14:textId="44A3120D" w:rsidR="0085747A" w:rsidRPr="009C54AE" w:rsidRDefault="008D5F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7E67E9">
              <w:rPr>
                <w:rFonts w:ascii="Corbel" w:hAnsi="Corbel"/>
                <w:b w:val="0"/>
                <w:smallCaps w:val="0"/>
                <w:szCs w:val="24"/>
              </w:rPr>
              <w:t xml:space="preserve">harakteryzuje podmiotowe i zdrowotne aspekty rozwoju człowieka, społeczne funkcjonowanie jednostki i grupy, </w:t>
            </w:r>
            <w:r w:rsidR="00BB0CCA">
              <w:rPr>
                <w:rFonts w:ascii="Corbel" w:hAnsi="Corbel"/>
                <w:b w:val="0"/>
                <w:smallCaps w:val="0"/>
                <w:szCs w:val="24"/>
              </w:rPr>
              <w:t xml:space="preserve">psychologiczne i biologiczne ujęcie rozwoju człowieka </w:t>
            </w:r>
            <w:r w:rsidR="007E67E9">
              <w:rPr>
                <w:rFonts w:ascii="Corbel" w:hAnsi="Corbel"/>
                <w:b w:val="0"/>
                <w:smallCaps w:val="0"/>
                <w:szCs w:val="24"/>
              </w:rPr>
              <w:t>i osobowości, problematykę więzi i relacji w rodzinie</w:t>
            </w:r>
            <w:r w:rsidR="00F30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532F5CD" w14:textId="597C3C67" w:rsidR="0085747A" w:rsidRPr="0023426F" w:rsidRDefault="0023426F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3426F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</w:tc>
      </w:tr>
      <w:tr w:rsidR="0085747A" w:rsidRPr="009C54AE" w14:paraId="0C819994" w14:textId="77777777" w:rsidTr="004D3BA0">
        <w:tc>
          <w:tcPr>
            <w:tcW w:w="1680" w:type="dxa"/>
          </w:tcPr>
          <w:p w14:paraId="51B2B627" w14:textId="49C1A071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3426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5002DA32" w14:textId="39ED34CB" w:rsidR="0085747A" w:rsidRPr="009C54AE" w:rsidRDefault="002342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</w:t>
            </w:r>
            <w:r w:rsidR="008D5FE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analizy i selekcji informacji (z wykorzystaniem różnorodnych źródeł</w:t>
            </w:r>
            <w:r w:rsidR="00414FB1">
              <w:rPr>
                <w:rFonts w:ascii="Corbel" w:hAnsi="Corbel"/>
                <w:b w:val="0"/>
                <w:smallCaps w:val="0"/>
                <w:szCs w:val="24"/>
              </w:rPr>
              <w:t>) związanych z biologicznym rozwojem jednostki oraz oceni jej funkcjonowanie społeczne</w:t>
            </w:r>
            <w:r w:rsidR="00B863E7">
              <w:rPr>
                <w:rFonts w:ascii="Corbel" w:hAnsi="Corbel"/>
                <w:b w:val="0"/>
                <w:smallCaps w:val="0"/>
                <w:szCs w:val="24"/>
              </w:rPr>
              <w:t>, emocjonalne,</w:t>
            </w:r>
            <w:r w:rsidR="004143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863E7">
              <w:rPr>
                <w:rFonts w:ascii="Corbel" w:hAnsi="Corbel"/>
                <w:b w:val="0"/>
                <w:smallCaps w:val="0"/>
                <w:szCs w:val="24"/>
              </w:rPr>
              <w:t>strukturę osobowości</w:t>
            </w:r>
            <w:r w:rsidR="004143E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14FB1">
              <w:rPr>
                <w:rFonts w:ascii="Corbel" w:hAnsi="Corbel"/>
                <w:b w:val="0"/>
                <w:smallCaps w:val="0"/>
                <w:szCs w:val="24"/>
              </w:rPr>
              <w:t xml:space="preserve"> zwłaszcza w środowisku rodzinnym</w:t>
            </w:r>
            <w:r w:rsidR="00F30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8799CD0" w14:textId="37C57A5A" w:rsidR="0085747A" w:rsidRPr="00414FB1" w:rsidRDefault="0023426F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14FB1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="0023426F" w:rsidRPr="009C54AE" w14:paraId="4D668C36" w14:textId="77777777" w:rsidTr="004D3BA0">
        <w:tc>
          <w:tcPr>
            <w:tcW w:w="1680" w:type="dxa"/>
          </w:tcPr>
          <w:p w14:paraId="452346FF" w14:textId="130A3125" w:rsidR="0023426F" w:rsidRPr="009C54AE" w:rsidRDefault="002342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75676D04" w14:textId="2EF1B085" w:rsidR="0023426F" w:rsidRPr="004D3BA0" w:rsidRDefault="004D3BA0" w:rsidP="009C54AE">
            <w:pPr>
              <w:pStyle w:val="Punktygwne"/>
              <w:spacing w:before="0" w:after="0"/>
              <w:rPr>
                <w:b w:val="0"/>
                <w:bCs/>
                <w:szCs w:val="24"/>
              </w:rPr>
            </w:pPr>
            <w:r w:rsidRPr="004D3BA0">
              <w:rPr>
                <w:b w:val="0"/>
                <w:bCs/>
                <w:szCs w:val="24"/>
              </w:rPr>
              <w:t>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rzeprowadz</w:t>
            </w:r>
            <w:r w:rsidR="008D5FE2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badania niezbędne do opracowania diagnoz związanych z potrzebami rodziny i relacjami zachodzącymi pomiędzy poszczególnymi członkami</w:t>
            </w:r>
            <w:r w:rsidR="003049A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8D5FE2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049AF">
              <w:rPr>
                <w:rFonts w:ascii="Corbel" w:hAnsi="Corbel"/>
                <w:b w:val="0"/>
                <w:smallCaps w:val="0"/>
                <w:szCs w:val="24"/>
              </w:rPr>
              <w:t>identyfikuje procesy psychiczne i mechanizmy funkcjonowania osób w rodzinie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Dokon</w:t>
            </w:r>
            <w:r w:rsidR="008D5FE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analizy zjawisk społecznych zachodzących w rodzinie</w:t>
            </w:r>
            <w:r w:rsidR="003049AF">
              <w:rPr>
                <w:rFonts w:ascii="Corbel" w:hAnsi="Corbel"/>
                <w:b w:val="0"/>
                <w:smallCaps w:val="0"/>
                <w:szCs w:val="24"/>
              </w:rPr>
              <w:t>, określ</w:t>
            </w:r>
            <w:r w:rsidR="008D5FE2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3049AF">
              <w:rPr>
                <w:rFonts w:ascii="Corbel" w:hAnsi="Corbel"/>
                <w:b w:val="0"/>
                <w:smallCaps w:val="0"/>
                <w:szCs w:val="24"/>
              </w:rPr>
              <w:t xml:space="preserve"> różnice indywidualne i ich implikacje dla wychowania, kształcenia oraz zdrowego funkcjonowania rodziny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BCE1E21" w14:textId="3B7811E9" w:rsidR="0023426F" w:rsidRPr="004D3BA0" w:rsidRDefault="004D3BA0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3BA0">
              <w:rPr>
                <w:rFonts w:ascii="Corbel" w:hAnsi="Corbel"/>
                <w:b w:val="0"/>
                <w:bCs/>
                <w:szCs w:val="24"/>
              </w:rPr>
              <w:t>K_U05</w:t>
            </w:r>
          </w:p>
        </w:tc>
      </w:tr>
      <w:tr w:rsidR="004D3BA0" w:rsidRPr="009C54AE" w14:paraId="27D4557D" w14:textId="77777777" w:rsidTr="004D3BA0">
        <w:tc>
          <w:tcPr>
            <w:tcW w:w="1680" w:type="dxa"/>
          </w:tcPr>
          <w:p w14:paraId="721DE49B" w14:textId="796F823F" w:rsidR="004D3BA0" w:rsidRPr="009C54AE" w:rsidRDefault="004D3BA0" w:rsidP="004D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7FD80B36" w14:textId="090D9FF5" w:rsidR="004D3BA0" w:rsidRPr="00C84063" w:rsidRDefault="00C74DBB" w:rsidP="004D3BA0">
            <w:pPr>
              <w:pStyle w:val="Punktygwne"/>
              <w:spacing w:before="0" w:after="0"/>
              <w:rPr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przydatność różnych metod, procedur, dobrych praktyk w zakresie </w:t>
            </w:r>
            <w:r w:rsidR="008D225C">
              <w:rPr>
                <w:rFonts w:ascii="Corbel" w:hAnsi="Corbel"/>
                <w:b w:val="0"/>
                <w:smallCaps w:val="0"/>
                <w:szCs w:val="24"/>
              </w:rPr>
              <w:t xml:space="preserve">odbioru i przetwarzania informacji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rozwiązywania problemów </w:t>
            </w:r>
            <w:r w:rsidR="008D225C">
              <w:rPr>
                <w:rFonts w:ascii="Corbel" w:hAnsi="Corbel"/>
                <w:b w:val="0"/>
                <w:smallCaps w:val="0"/>
                <w:szCs w:val="24"/>
              </w:rPr>
              <w:t xml:space="preserve">i radzenia sobie ze stresem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poszczególnych członków rodziny (problemy zdrowotne, związane z przewlekłą chorobą, niepełnosprawnością, zaburzeniami psychicznymi a także problemy materialne, wychowawcze) oraz rodziny jako społecznego systemu</w:t>
            </w:r>
          </w:p>
        </w:tc>
        <w:tc>
          <w:tcPr>
            <w:tcW w:w="1865" w:type="dxa"/>
          </w:tcPr>
          <w:p w14:paraId="1E330F08" w14:textId="10D56AC1" w:rsidR="004D3BA0" w:rsidRPr="009C54AE" w:rsidRDefault="00221B95" w:rsidP="004D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BA0">
              <w:rPr>
                <w:rFonts w:ascii="Corbel" w:hAnsi="Corbel"/>
                <w:b w:val="0"/>
                <w:bCs/>
                <w:szCs w:val="24"/>
              </w:rPr>
              <w:t>K_U0</w:t>
            </w:r>
            <w:r>
              <w:rPr>
                <w:rFonts w:ascii="Corbel" w:hAnsi="Corbel"/>
                <w:b w:val="0"/>
                <w:bCs/>
                <w:szCs w:val="24"/>
              </w:rPr>
              <w:t>9</w:t>
            </w:r>
          </w:p>
        </w:tc>
      </w:tr>
      <w:tr w:rsidR="004D3BA0" w:rsidRPr="009C54AE" w14:paraId="493BF685" w14:textId="77777777" w:rsidTr="004D3BA0">
        <w:tc>
          <w:tcPr>
            <w:tcW w:w="1680" w:type="dxa"/>
          </w:tcPr>
          <w:p w14:paraId="17E05D00" w14:textId="708A22D7" w:rsidR="004D3BA0" w:rsidRPr="009C54AE" w:rsidRDefault="004D3BA0" w:rsidP="004D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155C9282" w14:textId="3AFFE2E3" w:rsidR="004D3BA0" w:rsidRPr="00C84063" w:rsidRDefault="008D5FE2" w:rsidP="004D3BA0">
            <w:pPr>
              <w:pStyle w:val="Punktygwne"/>
              <w:spacing w:before="0" w:after="0"/>
              <w:rPr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</w:t>
            </w:r>
            <w:r w:rsidR="00F75857">
              <w:rPr>
                <w:rFonts w:ascii="Corbel" w:hAnsi="Corbel"/>
                <w:b w:val="0"/>
                <w:smallCaps w:val="0"/>
                <w:szCs w:val="24"/>
              </w:rPr>
              <w:t xml:space="preserve">dentyfikuje procesy psychiczne i mechanizmy funkcjonowania człowieka, aby podjąć </w:t>
            </w:r>
            <w:r w:rsidR="0086305F">
              <w:rPr>
                <w:rFonts w:ascii="Corbel" w:hAnsi="Corbel"/>
                <w:b w:val="0"/>
                <w:smallCaps w:val="0"/>
                <w:szCs w:val="24"/>
              </w:rPr>
              <w:t>indywidualne i zespołowe działania pomocowe w środowisku na rzecz rodziny</w:t>
            </w:r>
          </w:p>
        </w:tc>
        <w:tc>
          <w:tcPr>
            <w:tcW w:w="1865" w:type="dxa"/>
          </w:tcPr>
          <w:p w14:paraId="1B6D3FF9" w14:textId="2557DC9B" w:rsidR="004D3BA0" w:rsidRPr="00E76F19" w:rsidRDefault="00E76F19" w:rsidP="004D3BA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F19">
              <w:rPr>
                <w:rFonts w:ascii="Corbel" w:hAnsi="Corbel"/>
                <w:b w:val="0"/>
                <w:bCs/>
                <w:szCs w:val="24"/>
              </w:rPr>
              <w:t>K_K02</w:t>
            </w:r>
          </w:p>
        </w:tc>
      </w:tr>
    </w:tbl>
    <w:p w14:paraId="42CDECA8" w14:textId="77777777" w:rsidR="00DA3E24" w:rsidRDefault="00DA3E2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035884" w14:textId="28C904E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A678A2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12B0D7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5D5A30" w14:textId="77777777" w:rsidTr="00C25755">
        <w:tc>
          <w:tcPr>
            <w:tcW w:w="9520" w:type="dxa"/>
          </w:tcPr>
          <w:p w14:paraId="7BAFB91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BB6AA5E" w14:textId="77777777" w:rsidTr="00C25755">
        <w:tc>
          <w:tcPr>
            <w:tcW w:w="9520" w:type="dxa"/>
          </w:tcPr>
          <w:p w14:paraId="5B59B662" w14:textId="749918F5" w:rsidR="0085747A" w:rsidRPr="008D5FE2" w:rsidRDefault="00C25755" w:rsidP="008D5FE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1. Przedmiot i zadania psychologii klinicznej</w:t>
            </w:r>
          </w:p>
        </w:tc>
      </w:tr>
      <w:tr w:rsidR="00C25755" w:rsidRPr="009C54AE" w14:paraId="60E59355" w14:textId="77777777" w:rsidTr="00C25755">
        <w:tc>
          <w:tcPr>
            <w:tcW w:w="9520" w:type="dxa"/>
          </w:tcPr>
          <w:p w14:paraId="49B286AE" w14:textId="2ED7D7F1" w:rsidR="00C25755" w:rsidRPr="00F3075E" w:rsidRDefault="00C25755" w:rsidP="008D5FE2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 xml:space="preserve">2. Pojęcie normy, orientacja patogenetyczna i </w:t>
            </w:r>
            <w:proofErr w:type="spellStart"/>
            <w:r w:rsidRPr="00F3075E">
              <w:rPr>
                <w:rFonts w:ascii="Corbel" w:hAnsi="Corbel"/>
                <w:sz w:val="24"/>
                <w:szCs w:val="24"/>
              </w:rPr>
              <w:t>salutogenetyczna</w:t>
            </w:r>
            <w:proofErr w:type="spellEnd"/>
            <w:r w:rsidRPr="00F3075E">
              <w:rPr>
                <w:rFonts w:ascii="Corbel" w:hAnsi="Corbel"/>
                <w:sz w:val="24"/>
                <w:szCs w:val="24"/>
              </w:rPr>
              <w:t xml:space="preserve"> w psychologii klinicznej,</w:t>
            </w:r>
            <w:r w:rsidR="0016721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075E">
              <w:rPr>
                <w:rFonts w:ascii="Corbel" w:hAnsi="Corbel"/>
                <w:sz w:val="24"/>
                <w:szCs w:val="24"/>
              </w:rPr>
              <w:t xml:space="preserve">klasyfikacje </w:t>
            </w:r>
            <w:r w:rsidR="00F3075E" w:rsidRPr="00F3075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075E">
              <w:rPr>
                <w:rFonts w:ascii="Corbel" w:hAnsi="Corbel"/>
                <w:sz w:val="24"/>
                <w:szCs w:val="24"/>
              </w:rPr>
              <w:t>ICD-10 i DSM-5, specyfika diagnozy w psychologii klinicznej dzieci i młodzieży</w:t>
            </w:r>
          </w:p>
        </w:tc>
      </w:tr>
      <w:tr w:rsidR="00C25755" w:rsidRPr="009C54AE" w14:paraId="7EF24857" w14:textId="77777777" w:rsidTr="00C25755">
        <w:tc>
          <w:tcPr>
            <w:tcW w:w="9520" w:type="dxa"/>
          </w:tcPr>
          <w:p w14:paraId="625200B7" w14:textId="13979D68" w:rsidR="00C25755" w:rsidRPr="008D5FE2" w:rsidRDefault="00C25755" w:rsidP="008D5FE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 xml:space="preserve">3. Rodzina a rozwój psychiczny dziecka, rodzina jako system, cykle życia rodzinnego według </w:t>
            </w:r>
            <w:proofErr w:type="spellStart"/>
            <w:r w:rsidRPr="00F3075E">
              <w:rPr>
                <w:rFonts w:ascii="Corbel" w:hAnsi="Corbel"/>
                <w:sz w:val="24"/>
                <w:szCs w:val="24"/>
              </w:rPr>
              <w:t>Haleya</w:t>
            </w:r>
            <w:proofErr w:type="spellEnd"/>
            <w:r w:rsidRPr="00F3075E">
              <w:rPr>
                <w:rFonts w:ascii="Corbel" w:hAnsi="Corbel"/>
                <w:sz w:val="24"/>
                <w:szCs w:val="24"/>
              </w:rPr>
              <w:t>, znaczenie pozycji w rodzinie na rozwój osobowości i funkcjonowania społecznego dzieck</w:t>
            </w:r>
            <w:r w:rsidR="008D5FE2"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="0030297A" w:rsidRPr="009C54AE" w14:paraId="093DBDFB" w14:textId="77777777" w:rsidTr="00C25755">
        <w:tc>
          <w:tcPr>
            <w:tcW w:w="9520" w:type="dxa"/>
          </w:tcPr>
          <w:p w14:paraId="4BBC1350" w14:textId="053467FB" w:rsidR="0030297A" w:rsidRPr="00F3075E" w:rsidRDefault="00723C27" w:rsidP="008D5FE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 xml:space="preserve">4. Zaburzenia </w:t>
            </w:r>
            <w:proofErr w:type="spellStart"/>
            <w:r w:rsidRPr="00F3075E">
              <w:rPr>
                <w:rFonts w:ascii="Corbel" w:hAnsi="Corbel"/>
                <w:sz w:val="24"/>
                <w:szCs w:val="24"/>
              </w:rPr>
              <w:t>neurozwojowe</w:t>
            </w:r>
            <w:proofErr w:type="spellEnd"/>
            <w:r w:rsidRPr="00F3075E">
              <w:rPr>
                <w:rFonts w:ascii="Corbel" w:hAnsi="Corbel"/>
                <w:sz w:val="24"/>
                <w:szCs w:val="24"/>
              </w:rPr>
              <w:t xml:space="preserve"> – ogólna charakterystyka</w:t>
            </w:r>
          </w:p>
        </w:tc>
      </w:tr>
      <w:tr w:rsidR="0030297A" w:rsidRPr="009C54AE" w14:paraId="4D219C23" w14:textId="77777777" w:rsidTr="00C25755">
        <w:tc>
          <w:tcPr>
            <w:tcW w:w="9520" w:type="dxa"/>
          </w:tcPr>
          <w:p w14:paraId="20ADF876" w14:textId="782A67E7" w:rsidR="0030297A" w:rsidRPr="00F3075E" w:rsidRDefault="00723C27" w:rsidP="008D5FE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5. Specyficzne zaburzenia rozwoju dziecka (zaburzenia rozwoju umiejętności szkolnych, zaburzenia w komunikowaniu się, zaburzenia psychomotoryczne, zaburzenia kontroli wydalania, zaburzenia psychoseksualne, zaburzenia z tikami, inne zaburzenia okresu dzieciństwa)</w:t>
            </w:r>
          </w:p>
        </w:tc>
      </w:tr>
      <w:tr w:rsidR="0030297A" w:rsidRPr="009C54AE" w14:paraId="622520A8" w14:textId="77777777" w:rsidTr="00C25755">
        <w:tc>
          <w:tcPr>
            <w:tcW w:w="9520" w:type="dxa"/>
          </w:tcPr>
          <w:p w14:paraId="1D6FB951" w14:textId="05B0032C" w:rsidR="0030297A" w:rsidRPr="00F3075E" w:rsidRDefault="00723C27" w:rsidP="008D5FE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6. Zaburzenia nastroju, samobójstwa dzieci i młodzieży, celowe samouszkodzenie</w:t>
            </w:r>
          </w:p>
        </w:tc>
      </w:tr>
    </w:tbl>
    <w:p w14:paraId="2FCE25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93786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E7E008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1CA599" w14:textId="77777777" w:rsidTr="00B04224">
        <w:tc>
          <w:tcPr>
            <w:tcW w:w="9520" w:type="dxa"/>
          </w:tcPr>
          <w:p w14:paraId="02E7D680" w14:textId="77777777" w:rsidR="0085747A" w:rsidRPr="00F3075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590D6F8" w14:textId="77777777" w:rsidTr="00B04224">
        <w:tc>
          <w:tcPr>
            <w:tcW w:w="9520" w:type="dxa"/>
          </w:tcPr>
          <w:p w14:paraId="4D09A1CB" w14:textId="4380B948" w:rsidR="0085747A" w:rsidRPr="00F3075E" w:rsidRDefault="00B04224" w:rsidP="008D5FE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1.Niepełnosprawność intelektualna (przyczyny, obraz kliniczny, charakterystyka funkcjonowania osób z różnym stopniem upośledzenia</w:t>
            </w:r>
            <w:r w:rsidR="0091077D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B04224" w:rsidRPr="009C54AE" w14:paraId="5AE094E8" w14:textId="77777777" w:rsidTr="00B04224">
        <w:tc>
          <w:tcPr>
            <w:tcW w:w="9520" w:type="dxa"/>
          </w:tcPr>
          <w:p w14:paraId="2093A2FD" w14:textId="0214B000" w:rsidR="00B04224" w:rsidRPr="00F3075E" w:rsidRDefault="00B04224" w:rsidP="008D5FE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 xml:space="preserve">2.Koncepcje stresu psychologicznego, radzenie sobie ze stresem w rodzinie, stres traumatyczny, </w:t>
            </w:r>
            <w:proofErr w:type="spellStart"/>
            <w:r w:rsidRPr="00F3075E">
              <w:rPr>
                <w:rFonts w:ascii="Corbel" w:hAnsi="Corbel"/>
                <w:sz w:val="24"/>
                <w:szCs w:val="24"/>
              </w:rPr>
              <w:t>potraumatyczny</w:t>
            </w:r>
            <w:proofErr w:type="spellEnd"/>
            <w:r w:rsidRPr="00F3075E">
              <w:rPr>
                <w:rFonts w:ascii="Corbel" w:hAnsi="Corbel"/>
                <w:sz w:val="24"/>
                <w:szCs w:val="24"/>
              </w:rPr>
              <w:t xml:space="preserve"> wzrost</w:t>
            </w:r>
          </w:p>
        </w:tc>
      </w:tr>
      <w:tr w:rsidR="00B04224" w:rsidRPr="009C54AE" w14:paraId="22725987" w14:textId="77777777" w:rsidTr="00B04224">
        <w:tc>
          <w:tcPr>
            <w:tcW w:w="9520" w:type="dxa"/>
          </w:tcPr>
          <w:p w14:paraId="74BD6FAE" w14:textId="4DA9924B" w:rsidR="00B04224" w:rsidRPr="00F3075E" w:rsidRDefault="00C44720" w:rsidP="008D5FE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3. Nadpobudliwość psychoruchowa – ADHD (przyczyny, obraz kliniczny, diagnoza, postępowanie z dzieckiem z ADHD w szkole i w domu, terapia)</w:t>
            </w:r>
          </w:p>
        </w:tc>
      </w:tr>
      <w:tr w:rsidR="009518CA" w:rsidRPr="009C54AE" w14:paraId="5E95BA46" w14:textId="77777777" w:rsidTr="00B04224">
        <w:tc>
          <w:tcPr>
            <w:tcW w:w="9520" w:type="dxa"/>
          </w:tcPr>
          <w:p w14:paraId="0C8ED533" w14:textId="344B219E" w:rsidR="009518CA" w:rsidRPr="00F3075E" w:rsidRDefault="009518CA" w:rsidP="008D5FE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4. Prawidłowe i dysfunkcjonalne funkcjonowanie systemu rodzinnego</w:t>
            </w:r>
          </w:p>
        </w:tc>
      </w:tr>
      <w:tr w:rsidR="009518CA" w:rsidRPr="009C54AE" w14:paraId="026493CE" w14:textId="77777777" w:rsidTr="00B04224">
        <w:tc>
          <w:tcPr>
            <w:tcW w:w="9520" w:type="dxa"/>
          </w:tcPr>
          <w:p w14:paraId="31180AD6" w14:textId="3C50C537" w:rsidR="009518CA" w:rsidRPr="00F3075E" w:rsidRDefault="009518CA" w:rsidP="008D5FE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5. Zaburzenia ze spektrum autyzmu (rodzaje, obraz kliniczny, diagnoza, terapia, postępowanie z dzieckiem w szkole i w domu</w:t>
            </w:r>
            <w:r w:rsidR="0091077D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9518CA" w:rsidRPr="009C54AE" w14:paraId="3F4E0CCA" w14:textId="77777777" w:rsidTr="00B04224">
        <w:tc>
          <w:tcPr>
            <w:tcW w:w="9520" w:type="dxa"/>
          </w:tcPr>
          <w:p w14:paraId="6786F411" w14:textId="3445B601" w:rsidR="009518CA" w:rsidRPr="00F3075E" w:rsidRDefault="009518CA" w:rsidP="008D5FE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6. Zaburzenia emocjonalne i lękowe (reaktywne zaburzenie przywiązania, lęk separacyjny, uogólnione zaburzenie lękowe, zaburzenie obsesyjno-</w:t>
            </w:r>
            <w:proofErr w:type="spellStart"/>
            <w:r w:rsidRPr="00F3075E">
              <w:rPr>
                <w:rFonts w:ascii="Corbel" w:hAnsi="Corbel"/>
                <w:sz w:val="24"/>
                <w:szCs w:val="24"/>
              </w:rPr>
              <w:t>kompulsyjne</w:t>
            </w:r>
            <w:proofErr w:type="spellEnd"/>
            <w:r w:rsidRPr="00F3075E">
              <w:rPr>
                <w:rFonts w:ascii="Corbel" w:hAnsi="Corbel"/>
                <w:sz w:val="24"/>
                <w:szCs w:val="24"/>
              </w:rPr>
              <w:t>, inne zaburzenia lękowe, ostra reakcja na stres, zaburzenia stresowe pourazowe, fobie dziecięce)</w:t>
            </w:r>
          </w:p>
        </w:tc>
      </w:tr>
      <w:tr w:rsidR="009518CA" w:rsidRPr="009C54AE" w14:paraId="75500E12" w14:textId="77777777" w:rsidTr="00B04224">
        <w:tc>
          <w:tcPr>
            <w:tcW w:w="9520" w:type="dxa"/>
          </w:tcPr>
          <w:p w14:paraId="11E0BA19" w14:textId="262FE1DC" w:rsidR="009518CA" w:rsidRPr="00F3075E" w:rsidRDefault="009518CA" w:rsidP="008D5FE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7. Zaburzenia zachowania: zaburzenia opozycyjno-buntownicze, zaburzenia kontroli zachowania</w:t>
            </w:r>
          </w:p>
        </w:tc>
      </w:tr>
      <w:tr w:rsidR="009518CA" w:rsidRPr="009C54AE" w14:paraId="6BA53C57" w14:textId="77777777" w:rsidTr="00B04224">
        <w:tc>
          <w:tcPr>
            <w:tcW w:w="9520" w:type="dxa"/>
          </w:tcPr>
          <w:p w14:paraId="1B38C333" w14:textId="75FD50F0" w:rsidR="009518CA" w:rsidRPr="00F3075E" w:rsidRDefault="009518CA" w:rsidP="008D5FE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8. Zaburzenia odżywiania się</w:t>
            </w:r>
          </w:p>
        </w:tc>
      </w:tr>
      <w:tr w:rsidR="009518CA" w:rsidRPr="009C54AE" w14:paraId="11EED233" w14:textId="77777777" w:rsidTr="00B04224">
        <w:tc>
          <w:tcPr>
            <w:tcW w:w="9520" w:type="dxa"/>
          </w:tcPr>
          <w:p w14:paraId="3D08B404" w14:textId="14C06454" w:rsidR="009518CA" w:rsidRPr="00F3075E" w:rsidRDefault="009518CA" w:rsidP="008D5FE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3075E">
              <w:rPr>
                <w:rFonts w:ascii="Corbel" w:hAnsi="Corbel"/>
                <w:sz w:val="24"/>
                <w:szCs w:val="24"/>
              </w:rPr>
              <w:t>9. Kolokwium</w:t>
            </w:r>
          </w:p>
        </w:tc>
      </w:tr>
    </w:tbl>
    <w:p w14:paraId="17E158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0CF2C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86A2DF9" w14:textId="3D00947A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B3135A3" w14:textId="77777777" w:rsidR="0027693B" w:rsidRPr="008D5FE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8D5FE2">
        <w:rPr>
          <w:rFonts w:ascii="Corbel" w:hAnsi="Corbel"/>
          <w:b w:val="0"/>
          <w:iCs/>
          <w:szCs w:val="24"/>
        </w:rPr>
        <w:t xml:space="preserve"> </w:t>
      </w:r>
      <w:r w:rsidRPr="008D5FE2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8D5FE2">
        <w:rPr>
          <w:rFonts w:ascii="Corbel" w:hAnsi="Corbel"/>
          <w:b w:val="0"/>
          <w:iCs/>
          <w:smallCaps w:val="0"/>
          <w:szCs w:val="24"/>
        </w:rPr>
        <w:t>ykład</w:t>
      </w:r>
      <w:r w:rsidRPr="008D5FE2">
        <w:rPr>
          <w:rFonts w:ascii="Corbel" w:hAnsi="Corbel"/>
          <w:b w:val="0"/>
          <w:iCs/>
          <w:smallCaps w:val="0"/>
          <w:szCs w:val="24"/>
        </w:rPr>
        <w:t xml:space="preserve">: </w:t>
      </w:r>
      <w:r w:rsidR="0085747A" w:rsidRPr="008D5FE2">
        <w:rPr>
          <w:rFonts w:ascii="Corbel" w:hAnsi="Corbel"/>
          <w:b w:val="0"/>
          <w:iCs/>
          <w:smallCaps w:val="0"/>
          <w:szCs w:val="24"/>
        </w:rPr>
        <w:t>wykład z prezentacją multimedialną</w:t>
      </w:r>
      <w:r w:rsidR="00923D7D" w:rsidRPr="008D5FE2">
        <w:rPr>
          <w:rFonts w:ascii="Corbel" w:hAnsi="Corbel"/>
          <w:b w:val="0"/>
          <w:iCs/>
          <w:smallCaps w:val="0"/>
          <w:szCs w:val="24"/>
        </w:rPr>
        <w:t>,</w:t>
      </w:r>
    </w:p>
    <w:p w14:paraId="3679DB7C" w14:textId="34CF16D1" w:rsidR="0085747A" w:rsidRPr="008D5FE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8D5FE2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8D5FE2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8D5FE2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8D5FE2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923D7D" w:rsidRPr="008D5FE2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85747A" w:rsidRPr="008D5FE2">
        <w:rPr>
          <w:rFonts w:ascii="Corbel" w:hAnsi="Corbel"/>
          <w:b w:val="0"/>
          <w:iCs/>
          <w:smallCaps w:val="0"/>
          <w:szCs w:val="24"/>
        </w:rPr>
        <w:t>(projekt badawcz</w:t>
      </w:r>
      <w:r w:rsidR="0027693B" w:rsidRPr="008D5FE2">
        <w:rPr>
          <w:rFonts w:ascii="Corbel" w:hAnsi="Corbel"/>
          <w:b w:val="0"/>
          <w:iCs/>
          <w:smallCaps w:val="0"/>
          <w:szCs w:val="24"/>
        </w:rPr>
        <w:t>y</w:t>
      </w:r>
      <w:r w:rsidR="0071620A" w:rsidRPr="008D5FE2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8D5FE2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8D5FE2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8D5FE2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8D5FE2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8D5FE2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8D5FE2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8D5FE2">
        <w:rPr>
          <w:rFonts w:ascii="Corbel" w:hAnsi="Corbel"/>
          <w:b w:val="0"/>
          <w:iCs/>
          <w:smallCaps w:val="0"/>
          <w:szCs w:val="24"/>
        </w:rPr>
        <w:t>)</w:t>
      </w:r>
      <w:r w:rsidR="00BF2C41" w:rsidRPr="008D5FE2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7BE5E4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EB7F7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85367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1867AD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2A82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F9A90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DD4ED5F" w14:textId="77777777" w:rsidTr="00E33873">
        <w:tc>
          <w:tcPr>
            <w:tcW w:w="1962" w:type="dxa"/>
            <w:vAlign w:val="center"/>
          </w:tcPr>
          <w:p w14:paraId="77AD1D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602332" w14:textId="523DB65E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F45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4E3302B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FC003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A23B96" w14:textId="248A18A1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3F453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936F01A" w14:textId="77777777" w:rsidTr="00E33873">
        <w:tc>
          <w:tcPr>
            <w:tcW w:w="1962" w:type="dxa"/>
          </w:tcPr>
          <w:p w14:paraId="3CA2FD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3D0B846" w14:textId="0C144952" w:rsidR="0085747A" w:rsidRPr="009C54AE" w:rsidRDefault="005B1E91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93A3604" w14:textId="1EF9B07E" w:rsidR="0085747A" w:rsidRPr="009C54AE" w:rsidRDefault="005B1E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9C54AE" w14:paraId="3CCFA934" w14:textId="77777777" w:rsidTr="00E33873">
        <w:tc>
          <w:tcPr>
            <w:tcW w:w="1962" w:type="dxa"/>
          </w:tcPr>
          <w:p w14:paraId="6BA5D5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3F14232" w14:textId="2B7DD09A" w:rsidR="00AB3200" w:rsidRPr="009C54AE" w:rsidRDefault="00AB32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856063" w14:textId="0F2637F9" w:rsidR="0085747A" w:rsidRPr="009C54AE" w:rsidRDefault="00737B0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AB32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ćwiczenia</w:t>
            </w:r>
          </w:p>
        </w:tc>
      </w:tr>
      <w:tr w:rsidR="00E33873" w:rsidRPr="009C54AE" w14:paraId="7E450DE5" w14:textId="77777777" w:rsidTr="00E33873">
        <w:tc>
          <w:tcPr>
            <w:tcW w:w="1962" w:type="dxa"/>
          </w:tcPr>
          <w:p w14:paraId="30B04695" w14:textId="16E2D347" w:rsidR="00E33873" w:rsidRPr="009C54AE" w:rsidRDefault="00E33873" w:rsidP="00E338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759092E6" w14:textId="484DB2DC" w:rsidR="00E33873" w:rsidRPr="009C54AE" w:rsidRDefault="004143ED" w:rsidP="00E338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6607A6A" w14:textId="407B3002" w:rsidR="00E33873" w:rsidRPr="009C54AE" w:rsidRDefault="004143ED" w:rsidP="00E338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E33873" w:rsidRPr="009C54AE" w14:paraId="2755C825" w14:textId="77777777" w:rsidTr="00E33873">
        <w:tc>
          <w:tcPr>
            <w:tcW w:w="1962" w:type="dxa"/>
          </w:tcPr>
          <w:p w14:paraId="3A32FEC8" w14:textId="43A556E3" w:rsidR="00E33873" w:rsidRPr="009C54AE" w:rsidRDefault="00E33873" w:rsidP="00E338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1650A68" w14:textId="5F74FE54" w:rsidR="00E33873" w:rsidRPr="009C54AE" w:rsidRDefault="00C3556D" w:rsidP="00E338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C4D2A20" w14:textId="16D07163" w:rsidR="00E33873" w:rsidRPr="009C54AE" w:rsidRDefault="00C3556D" w:rsidP="00E338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E33873" w:rsidRPr="009C54AE" w14:paraId="32DFCA28" w14:textId="77777777" w:rsidTr="00E33873">
        <w:tc>
          <w:tcPr>
            <w:tcW w:w="1962" w:type="dxa"/>
          </w:tcPr>
          <w:p w14:paraId="43055519" w14:textId="45FA5E2C" w:rsidR="00E33873" w:rsidRPr="009C54AE" w:rsidRDefault="00E33873" w:rsidP="00E338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E9E793F" w14:textId="300CA5F4" w:rsidR="00E33873" w:rsidRPr="009C54AE" w:rsidRDefault="00E7532C" w:rsidP="00E338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09E4592" w14:textId="69EFC7F9" w:rsidR="00E33873" w:rsidRPr="009C54AE" w:rsidRDefault="00E7532C" w:rsidP="00E338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E33873" w:rsidRPr="009C54AE" w14:paraId="203DEEE8" w14:textId="77777777" w:rsidTr="00E33873">
        <w:tc>
          <w:tcPr>
            <w:tcW w:w="1962" w:type="dxa"/>
          </w:tcPr>
          <w:p w14:paraId="4E5B2B62" w14:textId="41608FC7" w:rsidR="00E33873" w:rsidRPr="009C54AE" w:rsidRDefault="00E33873" w:rsidP="00E338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1A9C3A0D" w14:textId="03FC4AE8" w:rsidR="00E33873" w:rsidRPr="009C54AE" w:rsidRDefault="00884921" w:rsidP="00E338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766BCA54" w14:textId="7287CB90" w:rsidR="00E33873" w:rsidRPr="009C54AE" w:rsidRDefault="00884921" w:rsidP="00E338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059B17A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E7C48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B6C2F5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19883D" w14:textId="77777777" w:rsidTr="00923D7D">
        <w:tc>
          <w:tcPr>
            <w:tcW w:w="9670" w:type="dxa"/>
          </w:tcPr>
          <w:p w14:paraId="4061C9F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D66369" w14:textId="1D6DEAEC" w:rsidR="00103210" w:rsidRDefault="00103210" w:rsidP="001032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615D">
              <w:rPr>
                <w:b w:val="0"/>
                <w:smallCaps w:val="0"/>
                <w:szCs w:val="24"/>
              </w:rPr>
              <w:t xml:space="preserve">Wykład: zaliczenie w formie kolokwium </w:t>
            </w:r>
          </w:p>
          <w:p w14:paraId="1B6FE7BA" w14:textId="60DFA237" w:rsidR="0085747A" w:rsidRPr="003F4539" w:rsidRDefault="0010321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Ćwiczenia: obecność na zajęciach, kolokwium, praca projektowa</w:t>
            </w:r>
          </w:p>
        </w:tc>
      </w:tr>
    </w:tbl>
    <w:p w14:paraId="018C69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B619B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F05A9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9646E95" w14:textId="77777777" w:rsidTr="003E1941">
        <w:tc>
          <w:tcPr>
            <w:tcW w:w="4962" w:type="dxa"/>
            <w:vAlign w:val="center"/>
          </w:tcPr>
          <w:p w14:paraId="3751AE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39D6C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E0E4E1" w14:textId="77777777" w:rsidTr="00923D7D">
        <w:tc>
          <w:tcPr>
            <w:tcW w:w="4962" w:type="dxa"/>
          </w:tcPr>
          <w:p w14:paraId="7CF3301A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8895DD1" w14:textId="1AE298E8" w:rsidR="0085747A" w:rsidRPr="009C54AE" w:rsidRDefault="00103210" w:rsidP="00941C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FC4A47D" w14:textId="77777777" w:rsidTr="00923D7D">
        <w:tc>
          <w:tcPr>
            <w:tcW w:w="4962" w:type="dxa"/>
          </w:tcPr>
          <w:p w14:paraId="16B970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315BDF1" w14:textId="333AD20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424B871" w14:textId="6AE1E2B8" w:rsidR="00C61DC5" w:rsidRPr="009C54AE" w:rsidRDefault="00973301" w:rsidP="00941C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593FC68D" w14:textId="77777777" w:rsidTr="00923D7D">
        <w:tc>
          <w:tcPr>
            <w:tcW w:w="4962" w:type="dxa"/>
          </w:tcPr>
          <w:p w14:paraId="55E7164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D4F0EA5" w14:textId="11481A8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D5FE2">
              <w:rPr>
                <w:rFonts w:ascii="Corbel" w:hAnsi="Corbel"/>
                <w:sz w:val="24"/>
                <w:szCs w:val="24"/>
              </w:rPr>
              <w:t>przygotowanie do kolokwium, napisanie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F189C8" w14:textId="49F82C85" w:rsidR="00C61DC5" w:rsidRPr="009C54AE" w:rsidRDefault="00973301" w:rsidP="00941C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19EE9276" w14:textId="77777777" w:rsidTr="00923D7D">
        <w:tc>
          <w:tcPr>
            <w:tcW w:w="4962" w:type="dxa"/>
          </w:tcPr>
          <w:p w14:paraId="7EB0E3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31AE5CB" w14:textId="7474FF07" w:rsidR="0085747A" w:rsidRPr="009C54AE" w:rsidRDefault="00973301" w:rsidP="00941C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5014809" w14:textId="77777777" w:rsidTr="00923D7D">
        <w:tc>
          <w:tcPr>
            <w:tcW w:w="4962" w:type="dxa"/>
          </w:tcPr>
          <w:p w14:paraId="70757A0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5D845F9" w14:textId="77777777" w:rsidR="0085747A" w:rsidRPr="009C54AE" w:rsidRDefault="00884B8A" w:rsidP="00941C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354E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0988F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D806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B80507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D089D55" w14:textId="77777777" w:rsidTr="0071620A">
        <w:trPr>
          <w:trHeight w:val="397"/>
        </w:trPr>
        <w:tc>
          <w:tcPr>
            <w:tcW w:w="3544" w:type="dxa"/>
          </w:tcPr>
          <w:p w14:paraId="049C18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3660CDE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25ADF654" w14:textId="77777777" w:rsidTr="0071620A">
        <w:trPr>
          <w:trHeight w:val="397"/>
        </w:trPr>
        <w:tc>
          <w:tcPr>
            <w:tcW w:w="3544" w:type="dxa"/>
          </w:tcPr>
          <w:p w14:paraId="3E8882F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614592E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DCFCC5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DEAE3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CE96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0EBAD07" w14:textId="77777777" w:rsidTr="0071620A">
        <w:trPr>
          <w:trHeight w:val="397"/>
        </w:trPr>
        <w:tc>
          <w:tcPr>
            <w:tcW w:w="7513" w:type="dxa"/>
          </w:tcPr>
          <w:p w14:paraId="5099D455" w14:textId="77777777" w:rsidR="0085747A" w:rsidRPr="008D5FE2" w:rsidRDefault="0085747A" w:rsidP="008D5FE2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D5FE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73A98E" w14:textId="162F7395" w:rsidR="004408EF" w:rsidRPr="008D5FE2" w:rsidRDefault="004408EF" w:rsidP="008D5FE2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lastRenderedPageBreak/>
              <w:t>Pasternak J., Perenc L.,</w:t>
            </w:r>
            <w:r w:rsidR="008D5FE2" w:rsidRPr="008D5FE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D5FE2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Pr="008D5FE2">
              <w:rPr>
                <w:rFonts w:ascii="Corbel" w:hAnsi="Corbel"/>
                <w:sz w:val="24"/>
                <w:szCs w:val="24"/>
              </w:rPr>
              <w:t xml:space="preserve"> M. Podstawy psychopatologii dla pedagogów. Wydawnictwo UR, Rzeszów, 2017.</w:t>
            </w:r>
          </w:p>
          <w:p w14:paraId="52188A9E" w14:textId="77777777" w:rsidR="001328D8" w:rsidRPr="008D5FE2" w:rsidRDefault="001328D8" w:rsidP="008D5FE2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>Gajdowie M i M. Rodzice w akcji. Jak przekazywać dzieciom wartości. Częstochowa, Edycja Świętego Pawła, 2010.</w:t>
            </w:r>
          </w:p>
          <w:p w14:paraId="483C7CE9" w14:textId="2E5779F8" w:rsidR="004408EF" w:rsidRPr="009220A7" w:rsidRDefault="004408EF" w:rsidP="008D5FE2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5FE2">
              <w:rPr>
                <w:rFonts w:ascii="Corbel" w:hAnsi="Corbel"/>
                <w:sz w:val="24"/>
                <w:szCs w:val="24"/>
              </w:rPr>
              <w:t>Gmitrowicz</w:t>
            </w:r>
            <w:proofErr w:type="spellEnd"/>
            <w:r w:rsidRPr="008D5FE2">
              <w:rPr>
                <w:rFonts w:ascii="Corbel" w:hAnsi="Corbel"/>
                <w:sz w:val="24"/>
                <w:szCs w:val="24"/>
              </w:rPr>
              <w:t xml:space="preserve"> A., Janas-Kozik M. Zaburzenia psychiczne dzieci i młodzieży. </w:t>
            </w:r>
            <w:r w:rsidRPr="009220A7">
              <w:rPr>
                <w:rFonts w:ascii="Corbel" w:hAnsi="Corbel"/>
                <w:sz w:val="24"/>
                <w:szCs w:val="24"/>
              </w:rPr>
              <w:t xml:space="preserve">Warszawa, </w:t>
            </w:r>
            <w:proofErr w:type="spellStart"/>
            <w:r w:rsidRPr="009220A7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Pr="009220A7">
              <w:rPr>
                <w:rFonts w:ascii="Corbel" w:hAnsi="Corbel"/>
                <w:sz w:val="24"/>
                <w:szCs w:val="24"/>
              </w:rPr>
              <w:t xml:space="preserve"> Tribune, 2018.</w:t>
            </w:r>
          </w:p>
          <w:p w14:paraId="23081195" w14:textId="77777777" w:rsidR="001328D8" w:rsidRPr="008D5FE2" w:rsidRDefault="001328D8" w:rsidP="008D5FE2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5FE2">
              <w:rPr>
                <w:rFonts w:ascii="Corbel" w:hAnsi="Corbel"/>
                <w:bCs/>
                <w:sz w:val="24"/>
                <w:szCs w:val="24"/>
              </w:rPr>
              <w:t>Kazdin</w:t>
            </w:r>
            <w:proofErr w:type="spellEnd"/>
            <w:r w:rsidRPr="008D5FE2">
              <w:rPr>
                <w:rFonts w:ascii="Corbel" w:hAnsi="Corbel"/>
                <w:bCs/>
                <w:sz w:val="24"/>
                <w:szCs w:val="24"/>
              </w:rPr>
              <w:t xml:space="preserve"> A. </w:t>
            </w:r>
            <w:proofErr w:type="spellStart"/>
            <w:r w:rsidRPr="008D5FE2">
              <w:rPr>
                <w:rFonts w:ascii="Corbel" w:hAnsi="Corbel"/>
                <w:bCs/>
                <w:sz w:val="24"/>
                <w:szCs w:val="24"/>
              </w:rPr>
              <w:t>Weisz</w:t>
            </w:r>
            <w:proofErr w:type="spellEnd"/>
            <w:r w:rsidRPr="008D5FE2">
              <w:rPr>
                <w:rFonts w:ascii="Corbel" w:hAnsi="Corbel"/>
                <w:bCs/>
                <w:sz w:val="24"/>
                <w:szCs w:val="24"/>
              </w:rPr>
              <w:t xml:space="preserve"> J. -  Psychoterapia dzieci i młodzieży. Kraków, Wyd. UJ, 2006.</w:t>
            </w:r>
          </w:p>
          <w:p w14:paraId="07974AA3" w14:textId="77777777" w:rsidR="001328D8" w:rsidRPr="008D5FE2" w:rsidRDefault="001328D8" w:rsidP="008D5FE2">
            <w:pPr>
              <w:contextualSpacing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8D5FE2">
              <w:rPr>
                <w:rFonts w:ascii="Corbel" w:hAnsi="Corbel"/>
                <w:bCs/>
                <w:sz w:val="24"/>
                <w:szCs w:val="24"/>
              </w:rPr>
              <w:t>Kendall P.C. Zaburzenia okresu dzieciństwa i adolescencji. Mechanizmy zaburzeń i techniki terapeutyczne. GWP, Gdańsk, 2004.</w:t>
            </w:r>
          </w:p>
          <w:p w14:paraId="0B64D274" w14:textId="3924F054" w:rsidR="0091077D" w:rsidRPr="008D5FE2" w:rsidRDefault="0091077D" w:rsidP="008D5FE2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 xml:space="preserve">Kołakowski A. ADHD - zespół nadpobudliwości psychoruchowej: przewodnik dla rodziców i wychowawców. Gdańskie Wydawnictwo Psychologiczne, Sopot, 2012. </w:t>
            </w:r>
          </w:p>
          <w:p w14:paraId="35EA6383" w14:textId="026D60BD" w:rsidR="0091077D" w:rsidRPr="008D5FE2" w:rsidRDefault="0091077D" w:rsidP="008D5FE2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5FE2">
              <w:rPr>
                <w:rFonts w:ascii="Corbel" w:hAnsi="Corbel"/>
                <w:sz w:val="24"/>
                <w:szCs w:val="24"/>
              </w:rPr>
              <w:t>Marcelli</w:t>
            </w:r>
            <w:proofErr w:type="spellEnd"/>
            <w:r w:rsidRPr="008D5FE2">
              <w:rPr>
                <w:rFonts w:ascii="Corbel" w:hAnsi="Corbel"/>
                <w:sz w:val="24"/>
                <w:szCs w:val="24"/>
              </w:rPr>
              <w:t xml:space="preserve"> D. Psychopatologia wieku dziecięcego. Wrocław, </w:t>
            </w:r>
            <w:proofErr w:type="spellStart"/>
            <w:r w:rsidRPr="008D5FE2">
              <w:rPr>
                <w:rFonts w:ascii="Corbel" w:hAnsi="Corbel"/>
                <w:sz w:val="24"/>
                <w:szCs w:val="24"/>
              </w:rPr>
              <w:t>Elsevier</w:t>
            </w:r>
            <w:proofErr w:type="spellEnd"/>
            <w:r w:rsidRPr="008D5FE2">
              <w:rPr>
                <w:rFonts w:ascii="Corbel" w:hAnsi="Corbel"/>
                <w:sz w:val="24"/>
                <w:szCs w:val="24"/>
              </w:rPr>
              <w:t xml:space="preserve"> Urban &amp; Partner, 2013.</w:t>
            </w:r>
          </w:p>
          <w:p w14:paraId="5390C5B1" w14:textId="77777777" w:rsidR="004408EF" w:rsidRPr="008D5FE2" w:rsidRDefault="004408EF" w:rsidP="008D5FE2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  <w:lang w:val="en-US"/>
              </w:rPr>
              <w:t xml:space="preserve">Rosenhan </w:t>
            </w:r>
            <w:proofErr w:type="spellStart"/>
            <w:r w:rsidRPr="008D5FE2">
              <w:rPr>
                <w:rFonts w:ascii="Corbel" w:hAnsi="Corbel"/>
                <w:sz w:val="24"/>
                <w:szCs w:val="24"/>
                <w:lang w:val="en-US"/>
              </w:rPr>
              <w:t>D.L</w:t>
            </w:r>
            <w:proofErr w:type="spellEnd"/>
            <w:r w:rsidRPr="008D5FE2">
              <w:rPr>
                <w:rFonts w:ascii="Corbel" w:hAnsi="Corbel"/>
                <w:sz w:val="24"/>
                <w:szCs w:val="24"/>
                <w:lang w:val="en-US"/>
              </w:rPr>
              <w:t xml:space="preserve">. Walker E.F., Seligman </w:t>
            </w:r>
            <w:proofErr w:type="spellStart"/>
            <w:r w:rsidRPr="008D5FE2">
              <w:rPr>
                <w:rFonts w:ascii="Corbel" w:hAnsi="Corbel"/>
                <w:sz w:val="24"/>
                <w:szCs w:val="24"/>
                <w:lang w:val="en-US"/>
              </w:rPr>
              <w:t>M.E.P</w:t>
            </w:r>
            <w:proofErr w:type="spellEnd"/>
            <w:r w:rsidRPr="008D5FE2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D5FE2">
              <w:rPr>
                <w:rFonts w:ascii="Corbel" w:hAnsi="Corbel"/>
                <w:sz w:val="24"/>
                <w:szCs w:val="24"/>
                <w:lang w:val="en-US"/>
              </w:rPr>
              <w:t>Psychopatologia</w:t>
            </w:r>
            <w:proofErr w:type="spellEnd"/>
            <w:r w:rsidRPr="008D5FE2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r w:rsidRPr="008D5FE2">
              <w:rPr>
                <w:rFonts w:ascii="Corbel" w:hAnsi="Corbel"/>
                <w:sz w:val="24"/>
                <w:szCs w:val="24"/>
              </w:rPr>
              <w:t>Zysk i S-ka, Poznań, 2017</w:t>
            </w:r>
          </w:p>
          <w:p w14:paraId="662910E6" w14:textId="77777777" w:rsidR="004408EF" w:rsidRPr="008D5FE2" w:rsidRDefault="004408EF" w:rsidP="008D5FE2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>Sęk H. (red). Psychologia kliniczna t 1 i 2. PWN, Warszawa, 2013.</w:t>
            </w:r>
          </w:p>
          <w:p w14:paraId="507A22AB" w14:textId="77777777" w:rsidR="004408EF" w:rsidRPr="008D5FE2" w:rsidRDefault="004408EF" w:rsidP="008D5FE2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b/>
                <w:bCs/>
                <w:sz w:val="24"/>
                <w:szCs w:val="24"/>
              </w:rPr>
              <w:t> </w:t>
            </w:r>
            <w:r w:rsidRPr="008D5FE2">
              <w:rPr>
                <w:rFonts w:ascii="Corbel" w:hAnsi="Corbel"/>
                <w:sz w:val="24"/>
                <w:szCs w:val="24"/>
              </w:rPr>
              <w:t>Sęk H. – Wprowadzenie do psychologii klinicznej. W-</w:t>
            </w:r>
            <w:proofErr w:type="spellStart"/>
            <w:r w:rsidRPr="008D5FE2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8D5FE2">
              <w:rPr>
                <w:rFonts w:ascii="Corbel" w:hAnsi="Corbel"/>
                <w:sz w:val="24"/>
                <w:szCs w:val="24"/>
              </w:rPr>
              <w:t>, Wydawnictwo Naukowe SCHOLAR, 2012.</w:t>
            </w:r>
          </w:p>
          <w:p w14:paraId="4467E5E7" w14:textId="46DB19D9" w:rsidR="004408EF" w:rsidRPr="00941CE6" w:rsidRDefault="004408EF" w:rsidP="001328D8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 xml:space="preserve">Zasępa E, Gałkowski T. Oblicza psychologii klinicznej. Gdańsk, Gdańskie Wydawnictwo Psychologiczne, 2014. </w:t>
            </w:r>
          </w:p>
        </w:tc>
      </w:tr>
      <w:tr w:rsidR="0085747A" w:rsidRPr="009C54AE" w14:paraId="2ADEDAF7" w14:textId="77777777" w:rsidTr="0071620A">
        <w:trPr>
          <w:trHeight w:val="397"/>
        </w:trPr>
        <w:tc>
          <w:tcPr>
            <w:tcW w:w="7513" w:type="dxa"/>
          </w:tcPr>
          <w:p w14:paraId="5F32016E" w14:textId="77777777" w:rsidR="005F317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9CE211B" w14:textId="030276A2" w:rsidR="001328D8" w:rsidRPr="008D5FE2" w:rsidRDefault="001328D8" w:rsidP="008D5FE2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8D5FE2">
              <w:rPr>
                <w:rFonts w:ascii="Corbel" w:hAnsi="Corbel"/>
                <w:bCs/>
                <w:sz w:val="24"/>
                <w:szCs w:val="24"/>
              </w:rPr>
              <w:t xml:space="preserve">Carson R., </w:t>
            </w:r>
            <w:proofErr w:type="spellStart"/>
            <w:r w:rsidRPr="008D5FE2">
              <w:rPr>
                <w:rFonts w:ascii="Corbel" w:hAnsi="Corbel"/>
                <w:bCs/>
                <w:sz w:val="24"/>
                <w:szCs w:val="24"/>
              </w:rPr>
              <w:t>Butcher</w:t>
            </w:r>
            <w:proofErr w:type="spellEnd"/>
            <w:r w:rsidRPr="008D5FE2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8D5FE2">
              <w:rPr>
                <w:rFonts w:ascii="Corbel" w:hAnsi="Corbel"/>
                <w:bCs/>
                <w:sz w:val="24"/>
                <w:szCs w:val="24"/>
              </w:rPr>
              <w:t>J.R</w:t>
            </w:r>
            <w:proofErr w:type="spellEnd"/>
            <w:r w:rsidRPr="008D5FE2">
              <w:rPr>
                <w:rFonts w:ascii="Corbel" w:hAnsi="Corbel"/>
                <w:bCs/>
                <w:sz w:val="24"/>
                <w:szCs w:val="24"/>
              </w:rPr>
              <w:t xml:space="preserve">., </w:t>
            </w:r>
            <w:proofErr w:type="spellStart"/>
            <w:r w:rsidRPr="008D5FE2">
              <w:rPr>
                <w:rFonts w:ascii="Corbel" w:hAnsi="Corbel"/>
                <w:bCs/>
                <w:sz w:val="24"/>
                <w:szCs w:val="24"/>
              </w:rPr>
              <w:t>Mineka</w:t>
            </w:r>
            <w:proofErr w:type="spellEnd"/>
            <w:r w:rsidRPr="008D5FE2">
              <w:rPr>
                <w:rFonts w:ascii="Corbel" w:hAnsi="Corbel"/>
                <w:bCs/>
                <w:sz w:val="24"/>
                <w:szCs w:val="24"/>
              </w:rPr>
              <w:t xml:space="preserve"> S. Psychologia zaburzeń. Człowiek we współczesnym świecie. GWP, Gdańsk 2003.</w:t>
            </w:r>
          </w:p>
          <w:p w14:paraId="3EEAD3B8" w14:textId="33A2B9B0" w:rsidR="000250C5" w:rsidRPr="008D5FE2" w:rsidRDefault="000250C5" w:rsidP="008D5FE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5FE2">
              <w:rPr>
                <w:rFonts w:ascii="Corbel" w:hAnsi="Corbel"/>
                <w:sz w:val="24"/>
                <w:szCs w:val="24"/>
              </w:rPr>
              <w:t>Cierpiałkowska</w:t>
            </w:r>
            <w:proofErr w:type="spellEnd"/>
            <w:r w:rsidRPr="008D5FE2">
              <w:rPr>
                <w:rFonts w:ascii="Corbel" w:hAnsi="Corbel"/>
                <w:sz w:val="24"/>
                <w:szCs w:val="24"/>
              </w:rPr>
              <w:t xml:space="preserve"> L. Psychopatologia. Warszawa, Wydawnictwo Naukowe SCHOLAR, 2018.</w:t>
            </w:r>
          </w:p>
          <w:p w14:paraId="65649339" w14:textId="275A3BE6" w:rsidR="000250C5" w:rsidRPr="008D5FE2" w:rsidRDefault="000250C5" w:rsidP="008D5FE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5FE2">
              <w:rPr>
                <w:rFonts w:ascii="Corbel" w:hAnsi="Corbel"/>
                <w:sz w:val="24"/>
                <w:szCs w:val="24"/>
              </w:rPr>
              <w:t>Jablow</w:t>
            </w:r>
            <w:proofErr w:type="spellEnd"/>
            <w:r w:rsidRPr="008D5FE2">
              <w:rPr>
                <w:rFonts w:ascii="Corbel" w:hAnsi="Corbel"/>
                <w:sz w:val="24"/>
                <w:szCs w:val="24"/>
              </w:rPr>
              <w:t xml:space="preserve"> M. Anoreksja, bulimia, otyłość. GWP, Gdańsk, 2000.</w:t>
            </w:r>
          </w:p>
          <w:p w14:paraId="042AD462" w14:textId="77777777" w:rsidR="000250C5" w:rsidRPr="008D5FE2" w:rsidRDefault="000250C5" w:rsidP="008D5F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>Kleszcz-Szczyrba R. „Witraże w ciemności”, czyli o przedwczesnej śmierci dziecka. Wydawnictwo Św. Jacka, Katowice, 2014.</w:t>
            </w:r>
          </w:p>
          <w:p w14:paraId="2A2355AD" w14:textId="77777777" w:rsidR="000250C5" w:rsidRPr="008D5FE2" w:rsidRDefault="000250C5" w:rsidP="008D5FE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>Namysłowska I. (red.). Psychiatria dzieci i młodzieży. Wydawnictwo Lekarskie PZWL, Warszawa, 2012.</w:t>
            </w:r>
          </w:p>
          <w:p w14:paraId="4F2B879A" w14:textId="77777777" w:rsidR="000250C5" w:rsidRPr="008D5FE2" w:rsidRDefault="000250C5" w:rsidP="008D5FE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5FE2">
              <w:rPr>
                <w:rFonts w:ascii="Corbel" w:hAnsi="Corbel"/>
                <w:sz w:val="24"/>
                <w:szCs w:val="24"/>
              </w:rPr>
              <w:t>Radziwiłłowicz</w:t>
            </w:r>
            <w:proofErr w:type="spellEnd"/>
            <w:r w:rsidRPr="008D5FE2">
              <w:rPr>
                <w:rFonts w:ascii="Corbel" w:hAnsi="Corbel"/>
                <w:sz w:val="24"/>
                <w:szCs w:val="24"/>
              </w:rPr>
              <w:t xml:space="preserve"> W., </w:t>
            </w:r>
            <w:proofErr w:type="spellStart"/>
            <w:r w:rsidRPr="008D5FE2">
              <w:rPr>
                <w:rFonts w:ascii="Corbel" w:hAnsi="Corbel"/>
                <w:sz w:val="24"/>
                <w:szCs w:val="24"/>
              </w:rPr>
              <w:t>Sumiła</w:t>
            </w:r>
            <w:proofErr w:type="spellEnd"/>
            <w:r w:rsidRPr="008D5FE2">
              <w:rPr>
                <w:rFonts w:ascii="Corbel" w:hAnsi="Corbel"/>
                <w:sz w:val="24"/>
                <w:szCs w:val="24"/>
              </w:rPr>
              <w:t xml:space="preserve"> A. Psychopatologia okresu dorastania. Oficyna wydawnicza „Impuls”, Kraków, 2006.</w:t>
            </w:r>
          </w:p>
          <w:p w14:paraId="51ED60CD" w14:textId="3C9D8BA1" w:rsidR="000250C5" w:rsidRPr="008D5FE2" w:rsidRDefault="000250C5" w:rsidP="008D5FE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5FE2">
              <w:rPr>
                <w:rFonts w:ascii="Corbel" w:hAnsi="Corbel"/>
                <w:sz w:val="24"/>
                <w:szCs w:val="24"/>
              </w:rPr>
              <w:t>Randall</w:t>
            </w:r>
            <w:proofErr w:type="spellEnd"/>
            <w:r w:rsidRPr="008D5FE2">
              <w:rPr>
                <w:rFonts w:ascii="Corbel" w:hAnsi="Corbel"/>
                <w:sz w:val="24"/>
                <w:szCs w:val="24"/>
              </w:rPr>
              <w:t xml:space="preserve"> P.</w:t>
            </w:r>
            <w:r w:rsidR="008D5FE2">
              <w:rPr>
                <w:rFonts w:ascii="Corbel" w:hAnsi="Corbel"/>
                <w:sz w:val="24"/>
                <w:szCs w:val="24"/>
              </w:rPr>
              <w:t>,</w:t>
            </w:r>
            <w:r w:rsidRPr="008D5FE2">
              <w:rPr>
                <w:rFonts w:ascii="Corbel" w:hAnsi="Corbel"/>
                <w:sz w:val="24"/>
                <w:szCs w:val="24"/>
              </w:rPr>
              <w:t xml:space="preserve"> Parker J. Autyzm. Jak pomóc rodzinie. GWP, Gdańsk, 1999.</w:t>
            </w:r>
          </w:p>
          <w:p w14:paraId="1A068142" w14:textId="7F4843F1" w:rsidR="005F3170" w:rsidRPr="008D5FE2" w:rsidRDefault="005F3170" w:rsidP="008D5FE2">
            <w:pPr>
              <w:pStyle w:val="Nagwek1"/>
              <w:shd w:val="clear" w:color="auto" w:fill="FFFFFF"/>
              <w:spacing w:before="0" w:beforeAutospacing="0" w:after="0" w:afterAutospacing="0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8D5FE2">
              <w:rPr>
                <w:rFonts w:ascii="Corbel" w:hAnsi="Corbel"/>
                <w:b w:val="0"/>
                <w:sz w:val="24"/>
                <w:szCs w:val="24"/>
              </w:rPr>
              <w:t>Święcicka M. W relacji. Studia z psychologii Klinicznej dziecka 30 lat później. Warszawa, Paradygmat, 2018.</w:t>
            </w:r>
          </w:p>
          <w:p w14:paraId="486E73CE" w14:textId="77777777" w:rsidR="005F3170" w:rsidRPr="008D5FE2" w:rsidRDefault="005F3170" w:rsidP="008D5FE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>Święcicka M. Metody diagnozy w psychologii klinicznej dziecka i rodziny. Warszawa, Paradygmat, 2011.</w:t>
            </w:r>
          </w:p>
          <w:p w14:paraId="4C59C4C7" w14:textId="205FF808" w:rsidR="005F3170" w:rsidRPr="008D5FE2" w:rsidRDefault="005F3170" w:rsidP="008D5FE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FE2">
              <w:rPr>
                <w:rFonts w:ascii="Corbel" w:hAnsi="Corbel"/>
                <w:sz w:val="24"/>
                <w:szCs w:val="24"/>
              </w:rPr>
              <w:t>Wolańczyk</w:t>
            </w:r>
            <w:r w:rsidR="008D5FE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5FE2">
              <w:rPr>
                <w:rFonts w:ascii="Corbel" w:hAnsi="Corbel"/>
                <w:sz w:val="24"/>
                <w:szCs w:val="24"/>
              </w:rPr>
              <w:t xml:space="preserve">T., </w:t>
            </w:r>
            <w:proofErr w:type="spellStart"/>
            <w:r w:rsidRPr="008D5FE2">
              <w:rPr>
                <w:rFonts w:ascii="Corbel" w:hAnsi="Corbel"/>
                <w:sz w:val="24"/>
                <w:szCs w:val="24"/>
              </w:rPr>
              <w:t>Kolakowski</w:t>
            </w:r>
            <w:proofErr w:type="spellEnd"/>
            <w:r w:rsidRPr="008D5FE2">
              <w:rPr>
                <w:rFonts w:ascii="Corbel" w:hAnsi="Corbel"/>
                <w:sz w:val="24"/>
                <w:szCs w:val="24"/>
              </w:rPr>
              <w:t xml:space="preserve"> A., Skotnicka M. Nadpobudliwość psychoruchowa u dzieci.   Wyd. </w:t>
            </w:r>
            <w:proofErr w:type="spellStart"/>
            <w:r w:rsidRPr="008D5FE2">
              <w:rPr>
                <w:rFonts w:ascii="Corbel" w:hAnsi="Corbel"/>
                <w:sz w:val="24"/>
                <w:szCs w:val="24"/>
              </w:rPr>
              <w:t>BiFolium</w:t>
            </w:r>
            <w:proofErr w:type="spellEnd"/>
            <w:r w:rsidRPr="008D5FE2">
              <w:rPr>
                <w:rFonts w:ascii="Corbel" w:hAnsi="Corbel"/>
                <w:sz w:val="24"/>
                <w:szCs w:val="24"/>
              </w:rPr>
              <w:t>, Lublin 1999.</w:t>
            </w:r>
          </w:p>
        </w:tc>
      </w:tr>
    </w:tbl>
    <w:p w14:paraId="4282F2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AF17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168E4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F219D" w14:textId="77777777" w:rsidR="0059199B" w:rsidRDefault="0059199B" w:rsidP="00C16ABF">
      <w:pPr>
        <w:spacing w:after="0" w:line="240" w:lineRule="auto"/>
      </w:pPr>
      <w:r>
        <w:separator/>
      </w:r>
    </w:p>
  </w:endnote>
  <w:endnote w:type="continuationSeparator" w:id="0">
    <w:p w14:paraId="132A3FE5" w14:textId="77777777" w:rsidR="0059199B" w:rsidRDefault="005919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752DD" w14:textId="77777777" w:rsidR="0059199B" w:rsidRDefault="0059199B" w:rsidP="00C16ABF">
      <w:pPr>
        <w:spacing w:after="0" w:line="240" w:lineRule="auto"/>
      </w:pPr>
      <w:r>
        <w:separator/>
      </w:r>
    </w:p>
  </w:footnote>
  <w:footnote w:type="continuationSeparator" w:id="0">
    <w:p w14:paraId="46B62BE0" w14:textId="77777777" w:rsidR="0059199B" w:rsidRDefault="0059199B" w:rsidP="00C16ABF">
      <w:pPr>
        <w:spacing w:after="0" w:line="240" w:lineRule="auto"/>
      </w:pPr>
      <w:r>
        <w:continuationSeparator/>
      </w:r>
    </w:p>
  </w:footnote>
  <w:footnote w:id="1">
    <w:p w14:paraId="5EBF4206" w14:textId="7C005C6A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0C5"/>
    <w:rsid w:val="00042A51"/>
    <w:rsid w:val="00042D2E"/>
    <w:rsid w:val="00044C82"/>
    <w:rsid w:val="00057B48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06A"/>
    <w:rsid w:val="000D04B0"/>
    <w:rsid w:val="000F1C57"/>
    <w:rsid w:val="000F5615"/>
    <w:rsid w:val="00103210"/>
    <w:rsid w:val="00124BFF"/>
    <w:rsid w:val="0012560E"/>
    <w:rsid w:val="00127108"/>
    <w:rsid w:val="001328D8"/>
    <w:rsid w:val="00134B13"/>
    <w:rsid w:val="00146BC0"/>
    <w:rsid w:val="00153C41"/>
    <w:rsid w:val="00154381"/>
    <w:rsid w:val="001640A7"/>
    <w:rsid w:val="00164FA7"/>
    <w:rsid w:val="00166A03"/>
    <w:rsid w:val="00167217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144C0"/>
    <w:rsid w:val="002170E1"/>
    <w:rsid w:val="00221B95"/>
    <w:rsid w:val="0022477D"/>
    <w:rsid w:val="002278A9"/>
    <w:rsid w:val="002336F9"/>
    <w:rsid w:val="0023426F"/>
    <w:rsid w:val="0024028F"/>
    <w:rsid w:val="00244297"/>
    <w:rsid w:val="00244ABC"/>
    <w:rsid w:val="00247356"/>
    <w:rsid w:val="00273E15"/>
    <w:rsid w:val="0027693B"/>
    <w:rsid w:val="00280581"/>
    <w:rsid w:val="00281FF2"/>
    <w:rsid w:val="002857DE"/>
    <w:rsid w:val="00291567"/>
    <w:rsid w:val="002A22BF"/>
    <w:rsid w:val="002A2389"/>
    <w:rsid w:val="002A671D"/>
    <w:rsid w:val="002B205E"/>
    <w:rsid w:val="002B4D55"/>
    <w:rsid w:val="002B5EA0"/>
    <w:rsid w:val="002B6119"/>
    <w:rsid w:val="002C1F06"/>
    <w:rsid w:val="002D3375"/>
    <w:rsid w:val="002D73D4"/>
    <w:rsid w:val="002F02A3"/>
    <w:rsid w:val="002F2AD0"/>
    <w:rsid w:val="002F4ABE"/>
    <w:rsid w:val="003018BA"/>
    <w:rsid w:val="0030297A"/>
    <w:rsid w:val="0030395F"/>
    <w:rsid w:val="003049AF"/>
    <w:rsid w:val="00305C92"/>
    <w:rsid w:val="003151C5"/>
    <w:rsid w:val="003343CF"/>
    <w:rsid w:val="00336405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4539"/>
    <w:rsid w:val="00403819"/>
    <w:rsid w:val="004053DF"/>
    <w:rsid w:val="004143ED"/>
    <w:rsid w:val="00414E3C"/>
    <w:rsid w:val="00414FB1"/>
    <w:rsid w:val="0042244A"/>
    <w:rsid w:val="0042745A"/>
    <w:rsid w:val="00431D5C"/>
    <w:rsid w:val="004362C6"/>
    <w:rsid w:val="00437FA2"/>
    <w:rsid w:val="004400B8"/>
    <w:rsid w:val="004408EF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528"/>
    <w:rsid w:val="004968E2"/>
    <w:rsid w:val="004A1B69"/>
    <w:rsid w:val="004A3EEA"/>
    <w:rsid w:val="004A4D1F"/>
    <w:rsid w:val="004D3BA0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199B"/>
    <w:rsid w:val="0059484D"/>
    <w:rsid w:val="005A0855"/>
    <w:rsid w:val="005A3196"/>
    <w:rsid w:val="005B1E91"/>
    <w:rsid w:val="005C080F"/>
    <w:rsid w:val="005C55E5"/>
    <w:rsid w:val="005C696A"/>
    <w:rsid w:val="005E6E85"/>
    <w:rsid w:val="005F3170"/>
    <w:rsid w:val="005F31D2"/>
    <w:rsid w:val="0061029B"/>
    <w:rsid w:val="0061185E"/>
    <w:rsid w:val="00612AE1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6DA"/>
    <w:rsid w:val="00696477"/>
    <w:rsid w:val="006A3BC2"/>
    <w:rsid w:val="006A446A"/>
    <w:rsid w:val="006B6B58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3C27"/>
    <w:rsid w:val="00724677"/>
    <w:rsid w:val="00725459"/>
    <w:rsid w:val="007327BD"/>
    <w:rsid w:val="00734608"/>
    <w:rsid w:val="00737B0D"/>
    <w:rsid w:val="00745302"/>
    <w:rsid w:val="007461D6"/>
    <w:rsid w:val="00746EC8"/>
    <w:rsid w:val="00763BF1"/>
    <w:rsid w:val="00766FD4"/>
    <w:rsid w:val="0077243F"/>
    <w:rsid w:val="0078168C"/>
    <w:rsid w:val="00787C2A"/>
    <w:rsid w:val="00790E27"/>
    <w:rsid w:val="007A4022"/>
    <w:rsid w:val="007A6E6E"/>
    <w:rsid w:val="007C3299"/>
    <w:rsid w:val="007C3BCC"/>
    <w:rsid w:val="007C4546"/>
    <w:rsid w:val="007D628A"/>
    <w:rsid w:val="007D6E56"/>
    <w:rsid w:val="007E67E9"/>
    <w:rsid w:val="007F1652"/>
    <w:rsid w:val="007F4155"/>
    <w:rsid w:val="0081554D"/>
    <w:rsid w:val="0081707E"/>
    <w:rsid w:val="00817814"/>
    <w:rsid w:val="008449B3"/>
    <w:rsid w:val="0085747A"/>
    <w:rsid w:val="0086305F"/>
    <w:rsid w:val="00884921"/>
    <w:rsid w:val="00884922"/>
    <w:rsid w:val="00884B8A"/>
    <w:rsid w:val="00885F64"/>
    <w:rsid w:val="008917F9"/>
    <w:rsid w:val="00891E5C"/>
    <w:rsid w:val="008A45F7"/>
    <w:rsid w:val="008B43D7"/>
    <w:rsid w:val="008C0CC0"/>
    <w:rsid w:val="008C19A9"/>
    <w:rsid w:val="008C379D"/>
    <w:rsid w:val="008C5147"/>
    <w:rsid w:val="008C5359"/>
    <w:rsid w:val="008C5363"/>
    <w:rsid w:val="008D225C"/>
    <w:rsid w:val="008D3DFB"/>
    <w:rsid w:val="008D5FE2"/>
    <w:rsid w:val="008E64F4"/>
    <w:rsid w:val="008F12C9"/>
    <w:rsid w:val="008F5CC6"/>
    <w:rsid w:val="008F6E29"/>
    <w:rsid w:val="0091077D"/>
    <w:rsid w:val="00916188"/>
    <w:rsid w:val="009220A7"/>
    <w:rsid w:val="00923D7D"/>
    <w:rsid w:val="00941CE6"/>
    <w:rsid w:val="009508DF"/>
    <w:rsid w:val="00950DAC"/>
    <w:rsid w:val="009518CA"/>
    <w:rsid w:val="00954A07"/>
    <w:rsid w:val="00956799"/>
    <w:rsid w:val="00973301"/>
    <w:rsid w:val="00997F14"/>
    <w:rsid w:val="009A78CD"/>
    <w:rsid w:val="009A78D9"/>
    <w:rsid w:val="009C1331"/>
    <w:rsid w:val="009C1CB9"/>
    <w:rsid w:val="009C3E31"/>
    <w:rsid w:val="009C54AE"/>
    <w:rsid w:val="009C788E"/>
    <w:rsid w:val="009D145F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B3200"/>
    <w:rsid w:val="00AB5CA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422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3E7"/>
    <w:rsid w:val="00B90885"/>
    <w:rsid w:val="00BB0CCA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17A5"/>
    <w:rsid w:val="00C25755"/>
    <w:rsid w:val="00C26CB7"/>
    <w:rsid w:val="00C324C1"/>
    <w:rsid w:val="00C3556D"/>
    <w:rsid w:val="00C36992"/>
    <w:rsid w:val="00C44720"/>
    <w:rsid w:val="00C56036"/>
    <w:rsid w:val="00C61DC5"/>
    <w:rsid w:val="00C67E92"/>
    <w:rsid w:val="00C70A26"/>
    <w:rsid w:val="00C74DBB"/>
    <w:rsid w:val="00C766DF"/>
    <w:rsid w:val="00C77B57"/>
    <w:rsid w:val="00C94B98"/>
    <w:rsid w:val="00CA2B96"/>
    <w:rsid w:val="00CA5089"/>
    <w:rsid w:val="00CA773C"/>
    <w:rsid w:val="00CB42CB"/>
    <w:rsid w:val="00CD6897"/>
    <w:rsid w:val="00CE5BAC"/>
    <w:rsid w:val="00CF0700"/>
    <w:rsid w:val="00CF25BE"/>
    <w:rsid w:val="00CF52F3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3E24"/>
    <w:rsid w:val="00DA4EBE"/>
    <w:rsid w:val="00DC664A"/>
    <w:rsid w:val="00DE09C0"/>
    <w:rsid w:val="00DE4A14"/>
    <w:rsid w:val="00DE4EA2"/>
    <w:rsid w:val="00DF320D"/>
    <w:rsid w:val="00DF71C8"/>
    <w:rsid w:val="00E129B8"/>
    <w:rsid w:val="00E16AB0"/>
    <w:rsid w:val="00E21E7D"/>
    <w:rsid w:val="00E22FBC"/>
    <w:rsid w:val="00E24BF5"/>
    <w:rsid w:val="00E25338"/>
    <w:rsid w:val="00E33873"/>
    <w:rsid w:val="00E36A6C"/>
    <w:rsid w:val="00E51E44"/>
    <w:rsid w:val="00E63348"/>
    <w:rsid w:val="00E7532C"/>
    <w:rsid w:val="00E75CA0"/>
    <w:rsid w:val="00E76F19"/>
    <w:rsid w:val="00E77E88"/>
    <w:rsid w:val="00E8107D"/>
    <w:rsid w:val="00E960BB"/>
    <w:rsid w:val="00E97DC8"/>
    <w:rsid w:val="00EA2074"/>
    <w:rsid w:val="00EA4832"/>
    <w:rsid w:val="00EA4E9D"/>
    <w:rsid w:val="00EA666D"/>
    <w:rsid w:val="00EB6F61"/>
    <w:rsid w:val="00EC4899"/>
    <w:rsid w:val="00ED03AB"/>
    <w:rsid w:val="00ED32D2"/>
    <w:rsid w:val="00EE32DE"/>
    <w:rsid w:val="00EE5457"/>
    <w:rsid w:val="00EF5493"/>
    <w:rsid w:val="00F070AB"/>
    <w:rsid w:val="00F17567"/>
    <w:rsid w:val="00F27A7B"/>
    <w:rsid w:val="00F3075E"/>
    <w:rsid w:val="00F526AF"/>
    <w:rsid w:val="00F617C3"/>
    <w:rsid w:val="00F7066B"/>
    <w:rsid w:val="00F75857"/>
    <w:rsid w:val="00F83B28"/>
    <w:rsid w:val="00FA37A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14CF8"/>
  <w15:docId w15:val="{049786FB-7DD4-4D85-A445-C01600EE6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5F31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5F3170"/>
    <w:rPr>
      <w:rFonts w:eastAsia="Times New Roman"/>
      <w:b/>
      <w:bCs/>
      <w:kern w:val="36"/>
      <w:sz w:val="48"/>
      <w:szCs w:val="48"/>
    </w:rPr>
  </w:style>
  <w:style w:type="character" w:styleId="Pogrubienie">
    <w:name w:val="Strong"/>
    <w:basedOn w:val="Domylnaczcionkaakapitu"/>
    <w:uiPriority w:val="22"/>
    <w:qFormat/>
    <w:rsid w:val="000C60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65678-7CBA-4FE9-9674-E2A2750C6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1337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2021-01-11T14:42:00Z</dcterms:created>
  <dcterms:modified xsi:type="dcterms:W3CDTF">2022-02-23T12:36:00Z</dcterms:modified>
</cp:coreProperties>
</file>